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61" w:rsidRDefault="00161D61" w:rsidP="00A26B4D">
      <w:pPr>
        <w:pStyle w:val="2"/>
        <w:ind w:left="0" w:firstLine="0"/>
        <w:sectPr w:rsidR="00161D61" w:rsidSect="0036612A">
          <w:headerReference w:type="default" r:id="rId7"/>
          <w:type w:val="continuous"/>
          <w:pgSz w:w="11906" w:h="16838" w:code="9"/>
          <w:pgMar w:top="720" w:right="737" w:bottom="2552" w:left="1701" w:header="284" w:footer="0" w:gutter="0"/>
          <w:pgNumType w:start="125"/>
          <w:cols w:space="708"/>
          <w:docGrid w:linePitch="360"/>
        </w:sectPr>
      </w:pPr>
    </w:p>
    <w:p w:rsidR="00161D61" w:rsidRDefault="00161D61" w:rsidP="002225AF">
      <w:pPr>
        <w:pStyle w:val="2"/>
        <w:ind w:left="0" w:firstLine="0"/>
        <w:jc w:val="center"/>
        <w:rPr>
          <w:b/>
          <w:sz w:val="40"/>
          <w:szCs w:val="40"/>
        </w:rPr>
      </w:pPr>
    </w:p>
    <w:p w:rsidR="00161D61" w:rsidRDefault="00161D61" w:rsidP="002225AF">
      <w:pPr>
        <w:pStyle w:val="2"/>
        <w:ind w:left="0" w:firstLine="0"/>
        <w:jc w:val="center"/>
        <w:rPr>
          <w:b/>
          <w:sz w:val="40"/>
          <w:szCs w:val="40"/>
        </w:rPr>
      </w:pPr>
    </w:p>
    <w:p w:rsidR="00161D61" w:rsidRDefault="00161D61" w:rsidP="002225AF">
      <w:pPr>
        <w:pStyle w:val="2"/>
        <w:ind w:left="0" w:firstLine="0"/>
        <w:jc w:val="center"/>
        <w:rPr>
          <w:b/>
          <w:sz w:val="40"/>
          <w:szCs w:val="40"/>
        </w:rPr>
      </w:pPr>
    </w:p>
    <w:p w:rsidR="00161D61" w:rsidRDefault="00161D61" w:rsidP="002225AF">
      <w:pPr>
        <w:pStyle w:val="2"/>
        <w:ind w:left="0" w:firstLine="0"/>
        <w:jc w:val="center"/>
        <w:rPr>
          <w:b/>
          <w:sz w:val="40"/>
          <w:szCs w:val="40"/>
        </w:rPr>
      </w:pPr>
    </w:p>
    <w:p w:rsidR="00161D61" w:rsidRDefault="00161D61" w:rsidP="002225AF">
      <w:pPr>
        <w:pStyle w:val="2"/>
        <w:ind w:left="0" w:firstLine="0"/>
        <w:jc w:val="center"/>
        <w:rPr>
          <w:b/>
          <w:sz w:val="40"/>
          <w:szCs w:val="40"/>
        </w:rPr>
      </w:pPr>
    </w:p>
    <w:p w:rsidR="00161D61" w:rsidRDefault="00161D61" w:rsidP="002225AF">
      <w:pPr>
        <w:pStyle w:val="2"/>
        <w:ind w:left="0" w:firstLine="0"/>
        <w:jc w:val="center"/>
        <w:rPr>
          <w:b/>
          <w:sz w:val="40"/>
          <w:szCs w:val="40"/>
        </w:rPr>
      </w:pPr>
    </w:p>
    <w:p w:rsidR="00161D61" w:rsidRDefault="00161D61" w:rsidP="002225AF">
      <w:pPr>
        <w:pStyle w:val="2"/>
        <w:ind w:left="0" w:firstLine="0"/>
        <w:jc w:val="center"/>
        <w:rPr>
          <w:b/>
          <w:sz w:val="40"/>
          <w:szCs w:val="40"/>
        </w:rPr>
      </w:pPr>
    </w:p>
    <w:p w:rsidR="00161D61" w:rsidRPr="0036612A" w:rsidRDefault="00161D61" w:rsidP="002225AF">
      <w:pPr>
        <w:pStyle w:val="2"/>
        <w:ind w:left="0" w:firstLine="0"/>
        <w:jc w:val="center"/>
        <w:rPr>
          <w:b/>
          <w:sz w:val="28"/>
          <w:szCs w:val="28"/>
        </w:rPr>
      </w:pPr>
      <w:r w:rsidRPr="0036612A">
        <w:rPr>
          <w:b/>
          <w:sz w:val="40"/>
          <w:szCs w:val="40"/>
        </w:rPr>
        <w:t>Приложение №2.1</w:t>
      </w:r>
      <w:r>
        <w:rPr>
          <w:b/>
          <w:sz w:val="40"/>
          <w:szCs w:val="40"/>
        </w:rPr>
        <w:t>2</w:t>
      </w:r>
    </w:p>
    <w:p w:rsidR="00161D61" w:rsidRPr="0036612A" w:rsidRDefault="00161D61" w:rsidP="002225AF">
      <w:pPr>
        <w:pStyle w:val="2"/>
        <w:jc w:val="center"/>
        <w:rPr>
          <w:b/>
          <w:sz w:val="36"/>
          <w:szCs w:val="36"/>
        </w:rPr>
      </w:pPr>
      <w:r w:rsidRPr="0036612A">
        <w:rPr>
          <w:b/>
          <w:sz w:val="36"/>
          <w:szCs w:val="36"/>
        </w:rPr>
        <w:t xml:space="preserve">Результаты </w:t>
      </w:r>
      <w:r>
        <w:rPr>
          <w:b/>
          <w:sz w:val="36"/>
          <w:szCs w:val="36"/>
        </w:rPr>
        <w:t>штамповых испытаний</w:t>
      </w:r>
    </w:p>
    <w:p w:rsidR="00161D61" w:rsidRDefault="00161D61" w:rsidP="002225AF">
      <w:pPr>
        <w:jc w:val="center"/>
        <w:rPr>
          <w:color w:val="000000"/>
          <w:sz w:val="16"/>
          <w:szCs w:val="16"/>
        </w:rPr>
      </w:pPr>
    </w:p>
    <w:p w:rsidR="00161D61" w:rsidRDefault="00161D61" w:rsidP="00E2277D">
      <w:pPr>
        <w:jc w:val="center"/>
      </w:pPr>
    </w:p>
    <w:p w:rsidR="00161D61" w:rsidRDefault="00161D61">
      <w:pPr>
        <w:sectPr w:rsidR="00161D61" w:rsidSect="00AB4CFC">
          <w:headerReference w:type="default" r:id="rId8"/>
          <w:headerReference w:type="first" r:id="rId9"/>
          <w:type w:val="continuous"/>
          <w:pgSz w:w="11906" w:h="16838" w:code="9"/>
          <w:pgMar w:top="720" w:right="737" w:bottom="2552" w:left="1701" w:header="284" w:footer="0" w:gutter="0"/>
          <w:pgNumType w:start="1"/>
          <w:cols w:space="708"/>
          <w:docGrid w:linePitch="360"/>
        </w:sectPr>
      </w:pPr>
      <w:r>
        <w:br w:type="page"/>
      </w:r>
    </w:p>
    <w:tbl>
      <w:tblPr>
        <w:tblW w:w="9355" w:type="dxa"/>
        <w:tblInd w:w="108" w:type="dxa"/>
        <w:tblLook w:val="0000"/>
      </w:tblPr>
      <w:tblGrid>
        <w:gridCol w:w="758"/>
        <w:gridCol w:w="1050"/>
        <w:gridCol w:w="932"/>
        <w:gridCol w:w="2669"/>
        <w:gridCol w:w="1193"/>
        <w:gridCol w:w="1193"/>
        <w:gridCol w:w="1313"/>
        <w:gridCol w:w="234"/>
        <w:gridCol w:w="234"/>
      </w:tblGrid>
      <w:tr w:rsidR="00161D61" w:rsidTr="00AB4CFC">
        <w:trPr>
          <w:trHeight w:val="40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Объект:</w:t>
            </w:r>
          </w:p>
        </w:tc>
        <w:tc>
          <w:tcPr>
            <w:tcW w:w="401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Pr="00AB4CFC" w:rsidRDefault="00161D61">
            <w:pPr>
              <w:rPr>
                <w:sz w:val="20"/>
                <w:szCs w:val="20"/>
              </w:rPr>
            </w:pPr>
            <w:r w:rsidRPr="00AB4CFC">
              <w:rPr>
                <w:sz w:val="20"/>
                <w:szCs w:val="20"/>
              </w:rPr>
              <w:t>МО, р-н Истринский, д.Покровское</w:t>
            </w:r>
          </w:p>
        </w:tc>
      </w:tr>
      <w:tr w:rsidR="00161D61" w:rsidTr="00AB4CFC">
        <w:trPr>
          <w:trHeight w:val="25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Привязка: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Скв. № 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8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штампа:</w:t>
            </w:r>
          </w:p>
        </w:tc>
        <w:tc>
          <w:tcPr>
            <w:tcW w:w="39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винтовой, площадью 600 см</w:t>
            </w:r>
            <w:r>
              <w:rPr>
                <w:rFonts w:ascii="Arial CYR" w:hAnsi="Arial CYR" w:cs="Arial CYR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грунта: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супесь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Глубина расположения штампа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относительно поверхности грунта. М.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178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Давление на грунт Мпа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нагрузку мм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выдержку мм.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за ступень мм.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мм.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Модуль деформации Е Мпа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1D61" w:rsidRDefault="00161D61" w:rsidP="00AB4CFC"/>
    <w:p w:rsidR="00161D61" w:rsidRDefault="00161D61" w:rsidP="00AB4CF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8pt;height:240.75pt">
            <v:imagedata r:id="rId10" o:title=""/>
          </v:shape>
        </w:pict>
      </w:r>
    </w:p>
    <w:tbl>
      <w:tblPr>
        <w:tblW w:w="5856" w:type="dxa"/>
        <w:tblInd w:w="108" w:type="dxa"/>
        <w:tblLook w:val="0000"/>
      </w:tblPr>
      <w:tblGrid>
        <w:gridCol w:w="976"/>
        <w:gridCol w:w="976"/>
        <w:gridCol w:w="976"/>
        <w:gridCol w:w="976"/>
        <w:gridCol w:w="976"/>
        <w:gridCol w:w="976"/>
      </w:tblGrid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h/D=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ν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 CYR" w:hAnsi="Arial CYR" w:cs="Arial CYR"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E=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Мпа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от 2.0 до 3.5 Мпа</w:t>
            </w:r>
          </w:p>
        </w:tc>
      </w:tr>
    </w:tbl>
    <w:p w:rsidR="00161D61" w:rsidRDefault="00161D61" w:rsidP="00AB4CFC"/>
    <w:p w:rsidR="00161D61" w:rsidRDefault="00161D61" w:rsidP="00AB4CFC"/>
    <w:tbl>
      <w:tblPr>
        <w:tblW w:w="10548" w:type="dxa"/>
        <w:tblInd w:w="-1013" w:type="dxa"/>
        <w:tblLook w:val="0000"/>
      </w:tblPr>
      <w:tblGrid>
        <w:gridCol w:w="964"/>
        <w:gridCol w:w="1131"/>
        <w:gridCol w:w="1002"/>
        <w:gridCol w:w="3457"/>
        <w:gridCol w:w="1288"/>
        <w:gridCol w:w="1288"/>
        <w:gridCol w:w="1418"/>
      </w:tblGrid>
      <w:tr w:rsidR="00161D61" w:rsidTr="00AB4CFC">
        <w:trPr>
          <w:trHeight w:val="40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Объект:</w:t>
            </w: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Pr="00AB4CFC" w:rsidRDefault="00161D61">
            <w:pPr>
              <w:rPr>
                <w:sz w:val="20"/>
                <w:szCs w:val="20"/>
              </w:rPr>
            </w:pPr>
            <w:r w:rsidRPr="00AB4CFC">
              <w:rPr>
                <w:sz w:val="20"/>
                <w:szCs w:val="20"/>
              </w:rPr>
              <w:t>МО, р-н Истринский, д.Покровское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Привязка: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Скв. № 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8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штампа:</w:t>
            </w: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винтовой, площадью 600 см</w:t>
            </w:r>
            <w:r>
              <w:rPr>
                <w:rFonts w:ascii="Arial CYR" w:hAnsi="Arial CYR" w:cs="Arial CYR"/>
                <w:sz w:val="20"/>
                <w:szCs w:val="20"/>
                <w:vertAlign w:val="superscript"/>
              </w:rPr>
              <w:t>2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грунта: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супесь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Глубина расположения штампа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относительно поверхности грунта. М.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178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Давление на грунт Мпа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нагрузку мм</w:t>
            </w: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выдержку мм.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за ступень мм.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мм.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Модуль деформации Е Мпа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0,28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0,26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0,23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0,24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0,19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0,22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</w:tbl>
    <w:p w:rsidR="00161D61" w:rsidRDefault="00161D61" w:rsidP="00AB4CFC"/>
    <w:p w:rsidR="00161D61" w:rsidRDefault="00161D61" w:rsidP="00AB4CFC">
      <w:r>
        <w:pict>
          <v:shape id="_x0000_i1026" type="#_x0000_t75" style="width:378pt;height:240.75pt">
            <v:imagedata r:id="rId11" o:title=""/>
          </v:shape>
        </w:pict>
      </w:r>
    </w:p>
    <w:tbl>
      <w:tblPr>
        <w:tblW w:w="5856" w:type="dxa"/>
        <w:tblInd w:w="108" w:type="dxa"/>
        <w:tblLook w:val="0000"/>
      </w:tblPr>
      <w:tblGrid>
        <w:gridCol w:w="976"/>
        <w:gridCol w:w="976"/>
        <w:gridCol w:w="976"/>
        <w:gridCol w:w="976"/>
        <w:gridCol w:w="976"/>
        <w:gridCol w:w="976"/>
      </w:tblGrid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h/D=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ν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 CYR" w:hAnsi="Arial CYR" w:cs="Arial CYR"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E=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21,6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Мпа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от 2.0 до 3.5 Мпа</w:t>
            </w:r>
          </w:p>
        </w:tc>
      </w:tr>
    </w:tbl>
    <w:p w:rsidR="00161D61" w:rsidRDefault="00161D61" w:rsidP="00AB4CFC"/>
    <w:p w:rsidR="00161D61" w:rsidRDefault="00161D61" w:rsidP="00AB4CFC"/>
    <w:p w:rsidR="00161D61" w:rsidRDefault="00161D61" w:rsidP="00AB4CFC"/>
    <w:tbl>
      <w:tblPr>
        <w:tblW w:w="10548" w:type="dxa"/>
        <w:tblInd w:w="-1013" w:type="dxa"/>
        <w:tblLook w:val="0000"/>
      </w:tblPr>
      <w:tblGrid>
        <w:gridCol w:w="964"/>
        <w:gridCol w:w="1131"/>
        <w:gridCol w:w="1002"/>
        <w:gridCol w:w="3457"/>
        <w:gridCol w:w="1288"/>
        <w:gridCol w:w="1288"/>
        <w:gridCol w:w="1418"/>
      </w:tblGrid>
      <w:tr w:rsidR="00161D61" w:rsidTr="00AB4CFC">
        <w:trPr>
          <w:trHeight w:val="40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Объект:</w:t>
            </w: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Pr="00AB4CFC" w:rsidRDefault="00161D61">
            <w:pPr>
              <w:rPr>
                <w:sz w:val="20"/>
                <w:szCs w:val="20"/>
              </w:rPr>
            </w:pPr>
            <w:r w:rsidRPr="00AB4CFC">
              <w:rPr>
                <w:sz w:val="20"/>
                <w:szCs w:val="20"/>
              </w:rPr>
              <w:t>МО, р-н Истринский, д.Покровское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Привязка: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Скв. № 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8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штампа:</w:t>
            </w: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винтовой, площадью 600 см</w:t>
            </w:r>
            <w:r>
              <w:rPr>
                <w:rFonts w:ascii="Arial CYR" w:hAnsi="Arial CYR" w:cs="Arial CYR"/>
                <w:sz w:val="20"/>
                <w:szCs w:val="20"/>
                <w:vertAlign w:val="superscript"/>
              </w:rPr>
              <w:t>2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грунта: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супесь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Глубина расположения штампа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относительно поверхности грунта. М.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178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Давление на грунт Мпа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нагрузку мм</w:t>
            </w: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выдержку мм.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за ступень мм.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мм.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Модуль деформации Е Мпа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0,22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0,29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0,19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25,4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0,18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25,4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0,19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26,1</w:t>
            </w:r>
          </w:p>
        </w:tc>
      </w:tr>
    </w:tbl>
    <w:p w:rsidR="00161D61" w:rsidRDefault="00161D61" w:rsidP="00AB4CFC"/>
    <w:p w:rsidR="00161D61" w:rsidRDefault="00161D61" w:rsidP="00AB4CFC">
      <w:r>
        <w:pict>
          <v:shape id="_x0000_i1027" type="#_x0000_t75" style="width:378pt;height:240.75pt">
            <v:imagedata r:id="rId12" o:title=""/>
          </v:shape>
        </w:pict>
      </w:r>
    </w:p>
    <w:tbl>
      <w:tblPr>
        <w:tblW w:w="5856" w:type="dxa"/>
        <w:tblInd w:w="108" w:type="dxa"/>
        <w:tblLook w:val="0000"/>
      </w:tblPr>
      <w:tblGrid>
        <w:gridCol w:w="976"/>
        <w:gridCol w:w="976"/>
        <w:gridCol w:w="976"/>
        <w:gridCol w:w="976"/>
        <w:gridCol w:w="976"/>
        <w:gridCol w:w="976"/>
      </w:tblGrid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h/D=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ν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 CYR" w:hAnsi="Arial CYR" w:cs="Arial CYR"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E=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Мпа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от 2.0 до 3.5 Мпа</w:t>
            </w:r>
          </w:p>
        </w:tc>
      </w:tr>
    </w:tbl>
    <w:p w:rsidR="00161D61" w:rsidRDefault="00161D61" w:rsidP="00AB4CFC"/>
    <w:p w:rsidR="00161D61" w:rsidRDefault="00161D61" w:rsidP="00AB4CFC"/>
    <w:p w:rsidR="00161D61" w:rsidRDefault="00161D61" w:rsidP="00AB4CFC"/>
    <w:tbl>
      <w:tblPr>
        <w:tblW w:w="10548" w:type="dxa"/>
        <w:tblInd w:w="-1013" w:type="dxa"/>
        <w:tblLook w:val="0000"/>
      </w:tblPr>
      <w:tblGrid>
        <w:gridCol w:w="964"/>
        <w:gridCol w:w="1131"/>
        <w:gridCol w:w="1002"/>
        <w:gridCol w:w="3457"/>
        <w:gridCol w:w="1288"/>
        <w:gridCol w:w="1288"/>
        <w:gridCol w:w="1418"/>
      </w:tblGrid>
      <w:tr w:rsidR="00161D61" w:rsidTr="00AB4CFC">
        <w:trPr>
          <w:trHeight w:val="40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Объект:</w:t>
            </w: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Pr="00AB4CFC" w:rsidRDefault="00161D61">
            <w:pPr>
              <w:rPr>
                <w:sz w:val="20"/>
                <w:szCs w:val="20"/>
              </w:rPr>
            </w:pPr>
            <w:r w:rsidRPr="00AB4CFC">
              <w:rPr>
                <w:sz w:val="20"/>
                <w:szCs w:val="20"/>
              </w:rPr>
              <w:t>МО, р-н Истринский, д.Покровское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Привязка:</w:t>
            </w: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Скв. № 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8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штампа:</w:t>
            </w: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винтовой, площадью 600 см</w:t>
            </w:r>
            <w:r>
              <w:rPr>
                <w:rFonts w:ascii="Arial CYR" w:hAnsi="Arial CYR" w:cs="Arial CYR"/>
                <w:sz w:val="20"/>
                <w:szCs w:val="20"/>
                <w:vertAlign w:val="superscript"/>
              </w:rPr>
              <w:t>2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грунта: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суглинок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Глубина расположения штампа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относительно поверхности грунта. М.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178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Давление на грунт Мпа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нагрузку мм</w:t>
            </w: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выдержку мм.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за ступень мм.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мм.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Модуль деформации Е Мпа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0,76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4,7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0,68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5,8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7,7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0,48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8,7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0,53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8,2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0,53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8,1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0,55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7,8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8,1</w:t>
            </w:r>
          </w:p>
        </w:tc>
      </w:tr>
    </w:tbl>
    <w:p w:rsidR="00161D61" w:rsidRDefault="00161D61" w:rsidP="00AB4CFC"/>
    <w:p w:rsidR="00161D61" w:rsidRDefault="00161D61" w:rsidP="00AB4CFC">
      <w:r>
        <w:pict>
          <v:shape id="_x0000_i1028" type="#_x0000_t75" style="width:378pt;height:240.75pt">
            <v:imagedata r:id="rId13" o:title=""/>
          </v:shape>
        </w:pict>
      </w:r>
    </w:p>
    <w:tbl>
      <w:tblPr>
        <w:tblW w:w="5856" w:type="dxa"/>
        <w:tblInd w:w="108" w:type="dxa"/>
        <w:tblLook w:val="0000"/>
      </w:tblPr>
      <w:tblGrid>
        <w:gridCol w:w="976"/>
        <w:gridCol w:w="976"/>
        <w:gridCol w:w="976"/>
        <w:gridCol w:w="976"/>
        <w:gridCol w:w="976"/>
        <w:gridCol w:w="976"/>
      </w:tblGrid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h/D=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ν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 CYR" w:hAnsi="Arial CYR" w:cs="Arial CYR"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E=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8,1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Мпа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от 2.0 до 3.5 Мпа</w:t>
            </w:r>
          </w:p>
        </w:tc>
      </w:tr>
    </w:tbl>
    <w:p w:rsidR="00161D61" w:rsidRDefault="00161D61" w:rsidP="00AB4CFC"/>
    <w:p w:rsidR="00161D61" w:rsidRDefault="00161D61" w:rsidP="00AB4CFC"/>
    <w:p w:rsidR="00161D61" w:rsidRDefault="00161D61" w:rsidP="00AB4CFC"/>
    <w:tbl>
      <w:tblPr>
        <w:tblW w:w="10548" w:type="dxa"/>
        <w:tblInd w:w="-1013" w:type="dxa"/>
        <w:tblLook w:val="0000"/>
      </w:tblPr>
      <w:tblGrid>
        <w:gridCol w:w="964"/>
        <w:gridCol w:w="1131"/>
        <w:gridCol w:w="1002"/>
        <w:gridCol w:w="3457"/>
        <w:gridCol w:w="1288"/>
        <w:gridCol w:w="1288"/>
        <w:gridCol w:w="1418"/>
      </w:tblGrid>
      <w:tr w:rsidR="00161D61" w:rsidTr="00AB4CFC">
        <w:trPr>
          <w:trHeight w:val="40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Объект:</w:t>
            </w: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Pr="00AB4CFC" w:rsidRDefault="00161D61">
            <w:pPr>
              <w:rPr>
                <w:sz w:val="20"/>
                <w:szCs w:val="20"/>
              </w:rPr>
            </w:pPr>
            <w:r w:rsidRPr="00AB4CFC">
              <w:rPr>
                <w:sz w:val="20"/>
                <w:szCs w:val="20"/>
              </w:rPr>
              <w:t>МО, р-н Истринский, д.Покровское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Привязка:</w:t>
            </w: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Скв. № 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8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штампа:</w:t>
            </w: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винтовой, площадью 600 см</w:t>
            </w:r>
            <w:r>
              <w:rPr>
                <w:rFonts w:ascii="Arial CYR" w:hAnsi="Arial CYR" w:cs="Arial CYR"/>
                <w:sz w:val="20"/>
                <w:szCs w:val="20"/>
                <w:vertAlign w:val="superscript"/>
              </w:rPr>
              <w:t>2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грунта: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суглинок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Глубина расположения штампа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относительно поверхности грунта. М.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178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Давление на грунт Мпа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нагрузку мм</w:t>
            </w: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выдержку мм.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за ступень мм.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мм.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Модуль деформации Е Мпа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0,68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6,1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0,68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0,67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6,1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0,68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6,4</w:t>
            </w:r>
          </w:p>
        </w:tc>
      </w:tr>
    </w:tbl>
    <w:p w:rsidR="00161D61" w:rsidRDefault="00161D61" w:rsidP="00AB4CFC"/>
    <w:p w:rsidR="00161D61" w:rsidRDefault="00161D61" w:rsidP="00AB4CFC">
      <w:r>
        <w:pict>
          <v:shape id="_x0000_i1029" type="#_x0000_t75" style="width:378pt;height:240.75pt">
            <v:imagedata r:id="rId14" o:title=""/>
          </v:shape>
        </w:pict>
      </w:r>
    </w:p>
    <w:tbl>
      <w:tblPr>
        <w:tblW w:w="5856" w:type="dxa"/>
        <w:tblInd w:w="108" w:type="dxa"/>
        <w:tblLook w:val="0000"/>
      </w:tblPr>
      <w:tblGrid>
        <w:gridCol w:w="976"/>
        <w:gridCol w:w="976"/>
        <w:gridCol w:w="976"/>
        <w:gridCol w:w="976"/>
        <w:gridCol w:w="976"/>
        <w:gridCol w:w="976"/>
      </w:tblGrid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h/D=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ν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 CYR" w:hAnsi="Arial CYR" w:cs="Arial CYR"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E=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Мпа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от 2.0 до 3.5 Мпа</w:t>
            </w:r>
          </w:p>
        </w:tc>
      </w:tr>
    </w:tbl>
    <w:p w:rsidR="00161D61" w:rsidRDefault="00161D61" w:rsidP="00AB4CFC"/>
    <w:p w:rsidR="00161D61" w:rsidRDefault="00161D61" w:rsidP="00AB4CFC"/>
    <w:p w:rsidR="00161D61" w:rsidRDefault="00161D61" w:rsidP="00AB4CFC"/>
    <w:tbl>
      <w:tblPr>
        <w:tblW w:w="10548" w:type="dxa"/>
        <w:tblInd w:w="-1013" w:type="dxa"/>
        <w:tblLook w:val="0000"/>
      </w:tblPr>
      <w:tblGrid>
        <w:gridCol w:w="964"/>
        <w:gridCol w:w="1131"/>
        <w:gridCol w:w="1002"/>
        <w:gridCol w:w="3457"/>
        <w:gridCol w:w="1288"/>
        <w:gridCol w:w="1288"/>
        <w:gridCol w:w="1418"/>
      </w:tblGrid>
      <w:tr w:rsidR="00161D61" w:rsidTr="00AB4CFC">
        <w:trPr>
          <w:trHeight w:val="40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Объект:</w:t>
            </w: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Pr="00AB4CFC" w:rsidRDefault="00161D61">
            <w:pPr>
              <w:rPr>
                <w:sz w:val="20"/>
                <w:szCs w:val="20"/>
              </w:rPr>
            </w:pPr>
            <w:r w:rsidRPr="00AB4CFC">
              <w:rPr>
                <w:sz w:val="20"/>
                <w:szCs w:val="20"/>
              </w:rPr>
              <w:t>МО, р-н Истринский, д.Покровское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Привязка:</w:t>
            </w: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Скв. № 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8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штампа:</w:t>
            </w: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винтовой, площадью 600 см</w:t>
            </w:r>
            <w:r>
              <w:rPr>
                <w:rFonts w:ascii="Arial CYR" w:hAnsi="Arial CYR" w:cs="Arial CYR"/>
                <w:sz w:val="20"/>
                <w:szCs w:val="20"/>
                <w:vertAlign w:val="superscript"/>
              </w:rPr>
              <w:t>2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грунта: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суглинок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Глубина расположения штампа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относительно поверхности грунта. М.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178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Давление на грунт Мпа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нагрузку мм</w:t>
            </w: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выдержку мм.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за ступень мм.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мм.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Модуль деформации Е Мпа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8,0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8,2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8,4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0,59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7,1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0,59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7,1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6,9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0,59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0,62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6,9</w:t>
            </w:r>
          </w:p>
        </w:tc>
      </w:tr>
    </w:tbl>
    <w:p w:rsidR="00161D61" w:rsidRDefault="00161D61" w:rsidP="00AB4CFC"/>
    <w:p w:rsidR="00161D61" w:rsidRPr="00C27CA5" w:rsidRDefault="00161D61" w:rsidP="00AB4CFC">
      <w:r w:rsidRPr="00C27CA5">
        <w:pict>
          <v:shape id="_x0000_i1030" type="#_x0000_t75" style="width:378pt;height:240.75pt">
            <v:imagedata r:id="rId15" o:title=""/>
          </v:shape>
        </w:pict>
      </w:r>
    </w:p>
    <w:tbl>
      <w:tblPr>
        <w:tblW w:w="5856" w:type="dxa"/>
        <w:tblInd w:w="108" w:type="dxa"/>
        <w:tblLook w:val="0000"/>
      </w:tblPr>
      <w:tblGrid>
        <w:gridCol w:w="976"/>
        <w:gridCol w:w="976"/>
        <w:gridCol w:w="976"/>
        <w:gridCol w:w="976"/>
        <w:gridCol w:w="976"/>
        <w:gridCol w:w="976"/>
      </w:tblGrid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h/D=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ν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 CYR" w:hAnsi="Arial CYR" w:cs="Arial CYR"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E=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Мпа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от 2.0 до 3.5 Мпа</w:t>
            </w:r>
          </w:p>
        </w:tc>
      </w:tr>
    </w:tbl>
    <w:p w:rsidR="00161D61" w:rsidRDefault="00161D61" w:rsidP="00AB4CFC"/>
    <w:p w:rsidR="00161D61" w:rsidRDefault="00161D61" w:rsidP="00AB4CFC"/>
    <w:p w:rsidR="00161D61" w:rsidRDefault="00161D61" w:rsidP="00AB4CFC"/>
    <w:tbl>
      <w:tblPr>
        <w:tblW w:w="10548" w:type="dxa"/>
        <w:tblInd w:w="-1013" w:type="dxa"/>
        <w:tblLook w:val="0000"/>
      </w:tblPr>
      <w:tblGrid>
        <w:gridCol w:w="964"/>
        <w:gridCol w:w="1131"/>
        <w:gridCol w:w="1002"/>
        <w:gridCol w:w="3457"/>
        <w:gridCol w:w="1288"/>
        <w:gridCol w:w="1288"/>
        <w:gridCol w:w="1418"/>
      </w:tblGrid>
      <w:tr w:rsidR="00161D61" w:rsidTr="00AB4CFC">
        <w:trPr>
          <w:trHeight w:val="40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Объект:</w:t>
            </w: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Pr="00AB4CFC" w:rsidRDefault="00161D61">
            <w:pPr>
              <w:rPr>
                <w:sz w:val="20"/>
                <w:szCs w:val="20"/>
              </w:rPr>
            </w:pPr>
            <w:r w:rsidRPr="00AB4CFC">
              <w:rPr>
                <w:sz w:val="20"/>
                <w:szCs w:val="20"/>
              </w:rPr>
              <w:t>МО, р-н Истринский, д.Покровское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Привязка: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Скв. № 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8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штампа:</w:t>
            </w: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винтовой, площадью 600 см</w:t>
            </w:r>
            <w:r>
              <w:rPr>
                <w:rFonts w:ascii="Arial CYR" w:hAnsi="Arial CYR" w:cs="Arial CYR"/>
                <w:sz w:val="20"/>
                <w:szCs w:val="20"/>
                <w:vertAlign w:val="superscript"/>
              </w:rPr>
              <w:t>2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грунта: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песок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Глубина расположения штампа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относительно поверхности грунта. М.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178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Давление на грунт Мпа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нагрузку мм</w:t>
            </w: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выдержку мм.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за ступень мм.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мм.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Модуль деформации Е Мпа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27,3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0,17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27,3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0,14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31,0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39,1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0,13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0,13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0,14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</w:tr>
    </w:tbl>
    <w:p w:rsidR="00161D61" w:rsidRDefault="00161D61" w:rsidP="00AB4CFC"/>
    <w:p w:rsidR="00161D61" w:rsidRDefault="00161D61" w:rsidP="00AB4CFC">
      <w:r>
        <w:pict>
          <v:shape id="_x0000_i1031" type="#_x0000_t75" style="width:378pt;height:240.75pt">
            <v:imagedata r:id="rId16" o:title=""/>
          </v:shape>
        </w:pict>
      </w:r>
    </w:p>
    <w:tbl>
      <w:tblPr>
        <w:tblW w:w="5856" w:type="dxa"/>
        <w:tblInd w:w="108" w:type="dxa"/>
        <w:tblLook w:val="0000"/>
      </w:tblPr>
      <w:tblGrid>
        <w:gridCol w:w="976"/>
        <w:gridCol w:w="976"/>
        <w:gridCol w:w="976"/>
        <w:gridCol w:w="976"/>
        <w:gridCol w:w="976"/>
        <w:gridCol w:w="976"/>
      </w:tblGrid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h/D=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ν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 CYR" w:hAnsi="Arial CYR" w:cs="Arial CYR"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E=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Мпа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от 2.0 до 3.5 Мпа</w:t>
            </w:r>
          </w:p>
        </w:tc>
      </w:tr>
    </w:tbl>
    <w:p w:rsidR="00161D61" w:rsidRDefault="00161D61" w:rsidP="00AB4CFC"/>
    <w:p w:rsidR="00161D61" w:rsidRDefault="00161D61" w:rsidP="00AB4CFC"/>
    <w:p w:rsidR="00161D61" w:rsidRDefault="00161D61" w:rsidP="00AB4CFC"/>
    <w:tbl>
      <w:tblPr>
        <w:tblW w:w="10548" w:type="dxa"/>
        <w:tblInd w:w="-1013" w:type="dxa"/>
        <w:tblLook w:val="0000"/>
      </w:tblPr>
      <w:tblGrid>
        <w:gridCol w:w="964"/>
        <w:gridCol w:w="1131"/>
        <w:gridCol w:w="1002"/>
        <w:gridCol w:w="3457"/>
        <w:gridCol w:w="1288"/>
        <w:gridCol w:w="1288"/>
        <w:gridCol w:w="1418"/>
      </w:tblGrid>
      <w:tr w:rsidR="00161D61" w:rsidTr="00AB4CFC">
        <w:trPr>
          <w:trHeight w:val="40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Объект:</w:t>
            </w: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Pr="00AB4CFC" w:rsidRDefault="00161D61">
            <w:pPr>
              <w:rPr>
                <w:sz w:val="20"/>
                <w:szCs w:val="20"/>
              </w:rPr>
            </w:pPr>
            <w:r w:rsidRPr="00AB4CFC">
              <w:rPr>
                <w:sz w:val="20"/>
                <w:szCs w:val="20"/>
              </w:rPr>
              <w:t>МО, р-н Истринский, д.Покровское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Привязка: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Скв. № 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8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штампа:</w:t>
            </w: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винтовой, площадью 600 см</w:t>
            </w:r>
            <w:r>
              <w:rPr>
                <w:rFonts w:ascii="Arial CYR" w:hAnsi="Arial CYR" w:cs="Arial CYR"/>
                <w:sz w:val="20"/>
                <w:szCs w:val="20"/>
                <w:vertAlign w:val="superscript"/>
              </w:rPr>
              <w:t>2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грунта: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песок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Глубина расположения штампа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относительно поверхности грунта. М.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178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Давление на грунт Мпа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нагрузку мм</w:t>
            </w: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выдержку мм.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за ступень мм.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мм.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Модуль деформации Е Мпа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27,3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0,17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27,3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0,14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31,0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31,0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0,13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0,14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0,16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</w:tr>
    </w:tbl>
    <w:p w:rsidR="00161D61" w:rsidRDefault="00161D61" w:rsidP="00AB4CFC"/>
    <w:p w:rsidR="00161D61" w:rsidRDefault="00161D61" w:rsidP="00AB4CFC">
      <w:r>
        <w:pict>
          <v:shape id="_x0000_i1032" type="#_x0000_t75" style="width:378pt;height:240.75pt">
            <v:imagedata r:id="rId17" o:title=""/>
          </v:shape>
        </w:pict>
      </w:r>
    </w:p>
    <w:tbl>
      <w:tblPr>
        <w:tblW w:w="5856" w:type="dxa"/>
        <w:tblInd w:w="108" w:type="dxa"/>
        <w:tblLook w:val="0000"/>
      </w:tblPr>
      <w:tblGrid>
        <w:gridCol w:w="976"/>
        <w:gridCol w:w="976"/>
        <w:gridCol w:w="976"/>
        <w:gridCol w:w="976"/>
        <w:gridCol w:w="976"/>
        <w:gridCol w:w="976"/>
      </w:tblGrid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h/D=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ν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 CYR" w:hAnsi="Arial CYR" w:cs="Arial CYR"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E=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Мпа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от 2.0 до 3.5 Мпа</w:t>
            </w:r>
          </w:p>
        </w:tc>
      </w:tr>
    </w:tbl>
    <w:p w:rsidR="00161D61" w:rsidRDefault="00161D61" w:rsidP="00AB4CFC"/>
    <w:p w:rsidR="00161D61" w:rsidRDefault="00161D61" w:rsidP="00AB4CFC"/>
    <w:p w:rsidR="00161D61" w:rsidRDefault="00161D61" w:rsidP="00AB4CFC"/>
    <w:tbl>
      <w:tblPr>
        <w:tblW w:w="10548" w:type="dxa"/>
        <w:tblInd w:w="-1013" w:type="dxa"/>
        <w:tblLook w:val="0000"/>
      </w:tblPr>
      <w:tblGrid>
        <w:gridCol w:w="964"/>
        <w:gridCol w:w="1131"/>
        <w:gridCol w:w="1002"/>
        <w:gridCol w:w="3457"/>
        <w:gridCol w:w="1288"/>
        <w:gridCol w:w="1288"/>
        <w:gridCol w:w="1418"/>
      </w:tblGrid>
      <w:tr w:rsidR="00161D61" w:rsidTr="00AB4CFC">
        <w:trPr>
          <w:trHeight w:val="40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Объект:</w:t>
            </w: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Pr="00AB4CFC" w:rsidRDefault="00161D61">
            <w:pPr>
              <w:rPr>
                <w:sz w:val="20"/>
                <w:szCs w:val="20"/>
              </w:rPr>
            </w:pPr>
            <w:r w:rsidRPr="00AB4CFC">
              <w:rPr>
                <w:sz w:val="20"/>
                <w:szCs w:val="20"/>
              </w:rPr>
              <w:t>МО, р-н Истринский, д.Покровское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Привязка:</w:t>
            </w: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Скв. № 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8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штампа:</w:t>
            </w: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винтовой, площадью 600 см</w:t>
            </w:r>
            <w:r>
              <w:rPr>
                <w:rFonts w:ascii="Arial CYR" w:hAnsi="Arial CYR" w:cs="Arial CYR"/>
                <w:sz w:val="20"/>
                <w:szCs w:val="20"/>
                <w:vertAlign w:val="superscript"/>
              </w:rPr>
              <w:t>2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грунта: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песок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Глубина расположения штампа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относительно поверхности грунта. М.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178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Давление на грунт Мпа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нагрузку мм</w:t>
            </w: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Осадка штампа за выдержку мм.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за ступень мм.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Суммарная осадка штампа мм.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Модуль деформации Е Мпа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0,22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0,22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0,19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0,17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26,5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31,0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0,16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29,0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0,16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</w:tr>
      <w:tr w:rsidR="00161D61" w:rsidTr="00AB4CFC">
        <w:trPr>
          <w:trHeight w:val="255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29,0</w:t>
            </w:r>
          </w:p>
        </w:tc>
      </w:tr>
    </w:tbl>
    <w:p w:rsidR="00161D61" w:rsidRDefault="00161D61" w:rsidP="00AB4CFC"/>
    <w:p w:rsidR="00161D61" w:rsidRDefault="00161D61" w:rsidP="00AB4CFC">
      <w:r>
        <w:pict>
          <v:shape id="_x0000_i1033" type="#_x0000_t75" style="width:378pt;height:240.75pt">
            <v:imagedata r:id="rId18" o:title=""/>
          </v:shape>
        </w:pict>
      </w:r>
    </w:p>
    <w:tbl>
      <w:tblPr>
        <w:tblW w:w="5856" w:type="dxa"/>
        <w:tblInd w:w="108" w:type="dxa"/>
        <w:tblLook w:val="0000"/>
      </w:tblPr>
      <w:tblGrid>
        <w:gridCol w:w="976"/>
        <w:gridCol w:w="976"/>
        <w:gridCol w:w="976"/>
        <w:gridCol w:w="976"/>
        <w:gridCol w:w="976"/>
        <w:gridCol w:w="976"/>
      </w:tblGrid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h/D=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ν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 CYR" w:hAnsi="Arial CYR" w:cs="Arial CYR"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1D61" w:rsidRDefault="00161D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D61" w:rsidTr="00AB4CFC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61D61" w:rsidRDefault="00161D61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E=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D61" w:rsidRDefault="00161D6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Мпа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1D61" w:rsidRDefault="00161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от 2.0 до 3.5 Мпа</w:t>
            </w:r>
          </w:p>
        </w:tc>
      </w:tr>
    </w:tbl>
    <w:p w:rsidR="00161D61" w:rsidRPr="00AB4CFC" w:rsidRDefault="00161D61" w:rsidP="00AB4CFC"/>
    <w:sectPr w:rsidR="00161D61" w:rsidRPr="00AB4CFC" w:rsidSect="00AB4CFC">
      <w:type w:val="continuous"/>
      <w:pgSz w:w="11906" w:h="16838" w:code="9"/>
      <w:pgMar w:top="720" w:right="737" w:bottom="2552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D61" w:rsidRDefault="00161D61" w:rsidP="00F112CD">
      <w:r>
        <w:separator/>
      </w:r>
    </w:p>
  </w:endnote>
  <w:endnote w:type="continuationSeparator" w:id="1">
    <w:p w:rsidR="00161D61" w:rsidRDefault="00161D61" w:rsidP="00F11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D61" w:rsidRDefault="00161D61" w:rsidP="00F112CD">
      <w:r>
        <w:separator/>
      </w:r>
    </w:p>
  </w:footnote>
  <w:footnote w:type="continuationSeparator" w:id="1">
    <w:p w:rsidR="00161D61" w:rsidRDefault="00161D61" w:rsidP="00F11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D61" w:rsidRDefault="00161D61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14.2pt;width:595.3pt;height:825.8pt;z-index:251656704;mso-position-horizontal-relative:page;mso-position-vertical-relative:page" filled="f" stroked="f">
          <v:textbox style="mso-next-textbox:#_x0000_s2049" inset="0,0,0,0">
            <w:txbxContent>
              <w:tbl>
                <w:tblPr>
                  <w:tblW w:w="11616" w:type="dxa"/>
                  <w:jc w:val="center"/>
                  <w:tblLayout w:type="fixed"/>
                  <w:tblLook w:val="01E0"/>
                </w:tblPr>
                <w:tblGrid>
                  <w:gridCol w:w="284"/>
                  <w:gridCol w:w="282"/>
                  <w:gridCol w:w="284"/>
                  <w:gridCol w:w="258"/>
                  <w:gridCol w:w="593"/>
                  <w:gridCol w:w="588"/>
                  <w:gridCol w:w="593"/>
                  <w:gridCol w:w="659"/>
                  <w:gridCol w:w="617"/>
                  <w:gridCol w:w="709"/>
                  <w:gridCol w:w="3740"/>
                  <w:gridCol w:w="935"/>
                  <w:gridCol w:w="936"/>
                  <w:gridCol w:w="277"/>
                  <w:gridCol w:w="606"/>
                  <w:gridCol w:w="19"/>
                  <w:gridCol w:w="236"/>
                </w:tblGrid>
                <w:tr w:rsidR="00161D61" w:rsidTr="00982F92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284" w:type="dxa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82" w:type="dxa"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58" w:type="dxa"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10272" w:type="dxa"/>
                      <w:gridSpan w:val="1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161D61" w:rsidRDefault="00161D61" w:rsidP="002075F8"/>
                  </w:tc>
                  <w:tc>
                    <w:tcPr>
                      <w:tcW w:w="236" w:type="dxa"/>
                      <w:vAlign w:val="center"/>
                    </w:tcPr>
                    <w:p w:rsidR="00161D61" w:rsidRDefault="00161D61" w:rsidP="00750411"/>
                  </w:tc>
                </w:tr>
                <w:tr w:rsidR="00161D61" w:rsidTr="0036612A">
                  <w:trPr>
                    <w:gridAfter w:val="2"/>
                    <w:wAfter w:w="255" w:type="dxa"/>
                    <w:cantSplit/>
                    <w:trHeight w:val="536"/>
                    <w:jc w:val="center"/>
                  </w:trPr>
                  <w:tc>
                    <w:tcPr>
                      <w:tcW w:w="284" w:type="dxa"/>
                      <w:vMerge w:val="restart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82" w:type="dxa"/>
                      <w:vMerge w:val="restart"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 w:val="restart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58" w:type="dxa"/>
                      <w:vMerge w:val="restart"/>
                      <w:tcBorders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93" w:type="dxa"/>
                      <w:vMerge w:val="restart"/>
                      <w:tcBorders>
                        <w:top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" w:type="dxa"/>
                      <w:vMerge w:val="restart"/>
                      <w:tcBorders>
                        <w:top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93" w:type="dxa"/>
                      <w:vMerge w:val="restart"/>
                      <w:tcBorders>
                        <w:top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59" w:type="dxa"/>
                      <w:vMerge w:val="restart"/>
                      <w:tcBorders>
                        <w:top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17" w:type="dxa"/>
                      <w:vMerge w:val="restart"/>
                      <w:tcBorders>
                        <w:top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Merge w:val="restart"/>
                      <w:tcBorders>
                        <w:top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8" w:type="dxa"/>
                      <w:gridSpan w:val="4"/>
                      <w:vMerge w:val="restart"/>
                      <w:tcBorders>
                        <w:top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0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223F6D" w:rsidRDefault="00161D61" w:rsidP="00E62FBC">
                      <w:pPr>
                        <w:jc w:val="center"/>
                      </w:pPr>
                    </w:p>
                  </w:tc>
                </w:tr>
                <w:tr w:rsidR="00161D61" w:rsidTr="0036612A">
                  <w:trPr>
                    <w:gridAfter w:val="2"/>
                    <w:wAfter w:w="255" w:type="dxa"/>
                    <w:cantSplit/>
                    <w:trHeight w:val="6973"/>
                    <w:jc w:val="center"/>
                  </w:trPr>
                  <w:tc>
                    <w:tcPr>
                      <w:tcW w:w="284" w:type="dxa"/>
                      <w:vMerge/>
                      <w:tcBorders>
                        <w:bottom w:val="single" w:sz="12" w:space="0" w:color="auto"/>
                      </w:tcBorders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82" w:type="dxa"/>
                      <w:vMerge/>
                      <w:tcBorders>
                        <w:bottom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bottom w:val="single" w:sz="12" w:space="0" w:color="auto"/>
                      </w:tcBorders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58" w:type="dxa"/>
                      <w:vMerge/>
                      <w:tcBorders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93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93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59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17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8" w:type="dxa"/>
                      <w:gridSpan w:val="4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06" w:type="dxa"/>
                      <w:tcBorders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</w:tr>
                <w:tr w:rsidR="00161D61" w:rsidTr="0036612A">
                  <w:trPr>
                    <w:gridAfter w:val="2"/>
                    <w:wAfter w:w="255" w:type="dxa"/>
                    <w:cantSplit/>
                    <w:trHeight w:hRule="exact" w:val="567"/>
                    <w:jc w:val="center"/>
                  </w:trPr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Default="00161D61" w:rsidP="00223F6D">
                      <w:pPr>
                        <w:ind w:left="113" w:right="113"/>
                      </w:pPr>
                      <w:r>
                        <w:t>Согласовано</w:t>
                      </w:r>
                    </w:p>
                  </w:tc>
                  <w:tc>
                    <w:tcPr>
                      <w:tcW w:w="282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Default="00161D61" w:rsidP="000B2C14">
                      <w:pPr>
                        <w:ind w:left="113" w:right="113"/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161D61" w:rsidRDefault="00161D61" w:rsidP="000B2C14">
                      <w:pPr>
                        <w:ind w:left="113" w:right="113"/>
                        <w:jc w:val="center"/>
                      </w:pPr>
                    </w:p>
                  </w:tc>
                  <w:tc>
                    <w:tcPr>
                      <w:tcW w:w="25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Default="00161D61" w:rsidP="000B2C14">
                      <w:pPr>
                        <w:ind w:left="113" w:right="113"/>
                        <w:jc w:val="center"/>
                      </w:pPr>
                    </w:p>
                  </w:tc>
                  <w:tc>
                    <w:tcPr>
                      <w:tcW w:w="593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93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59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17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8" w:type="dxa"/>
                      <w:gridSpan w:val="4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06" w:type="dxa"/>
                      <w:tcBorders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</w:tr>
                <w:tr w:rsidR="00161D61" w:rsidTr="0036612A">
                  <w:trPr>
                    <w:gridAfter w:val="2"/>
                    <w:wAfter w:w="255" w:type="dxa"/>
                    <w:cantSplit/>
                    <w:trHeight w:hRule="exact" w:val="851"/>
                    <w:jc w:val="center"/>
                  </w:trPr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161D61" w:rsidRDefault="00161D61" w:rsidP="000B2C14">
                      <w:pPr>
                        <w:ind w:left="113" w:right="113"/>
                        <w:jc w:val="center"/>
                      </w:pPr>
                    </w:p>
                  </w:tc>
                  <w:tc>
                    <w:tcPr>
                      <w:tcW w:w="282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Default="00161D61" w:rsidP="000B2C14">
                      <w:pPr>
                        <w:ind w:left="113" w:right="113"/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161D61" w:rsidRDefault="00161D61" w:rsidP="000B2C14">
                      <w:pPr>
                        <w:ind w:left="113" w:right="113"/>
                        <w:jc w:val="center"/>
                      </w:pPr>
                    </w:p>
                  </w:tc>
                  <w:tc>
                    <w:tcPr>
                      <w:tcW w:w="25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Default="00161D61" w:rsidP="000B2C14">
                      <w:pPr>
                        <w:ind w:left="113" w:right="113"/>
                        <w:jc w:val="center"/>
                      </w:pPr>
                    </w:p>
                  </w:tc>
                  <w:tc>
                    <w:tcPr>
                      <w:tcW w:w="593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93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59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17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8" w:type="dxa"/>
                      <w:gridSpan w:val="4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06" w:type="dxa"/>
                      <w:tcBorders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</w:tr>
                <w:tr w:rsidR="00161D61" w:rsidTr="0036612A">
                  <w:trPr>
                    <w:gridAfter w:val="2"/>
                    <w:wAfter w:w="255" w:type="dxa"/>
                    <w:cantSplit/>
                    <w:trHeight w:hRule="exact" w:val="1134"/>
                    <w:jc w:val="center"/>
                  </w:trPr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161D61" w:rsidRDefault="00161D61" w:rsidP="000B2C14">
                      <w:pPr>
                        <w:ind w:left="113" w:right="113"/>
                        <w:jc w:val="center"/>
                      </w:pPr>
                    </w:p>
                  </w:tc>
                  <w:tc>
                    <w:tcPr>
                      <w:tcW w:w="282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Default="00161D61" w:rsidP="000B2C14">
                      <w:pPr>
                        <w:ind w:left="113" w:right="113"/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161D61" w:rsidRDefault="00161D61" w:rsidP="000B2C14">
                      <w:pPr>
                        <w:ind w:left="113" w:right="113"/>
                        <w:jc w:val="center"/>
                      </w:pPr>
                    </w:p>
                  </w:tc>
                  <w:tc>
                    <w:tcPr>
                      <w:tcW w:w="25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Default="00161D61" w:rsidP="000B2C14">
                      <w:pPr>
                        <w:ind w:left="113" w:right="113"/>
                        <w:jc w:val="center"/>
                      </w:pPr>
                    </w:p>
                  </w:tc>
                  <w:tc>
                    <w:tcPr>
                      <w:tcW w:w="593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93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59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17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8" w:type="dxa"/>
                      <w:gridSpan w:val="4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06" w:type="dxa"/>
                      <w:tcBorders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</w:tr>
                <w:tr w:rsidR="00161D61" w:rsidTr="0036612A">
                  <w:trPr>
                    <w:gridAfter w:val="2"/>
                    <w:wAfter w:w="255" w:type="dxa"/>
                    <w:cantSplit/>
                    <w:trHeight w:hRule="exact" w:val="1134"/>
                    <w:jc w:val="center"/>
                  </w:trPr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161D61" w:rsidRDefault="00161D61" w:rsidP="000B2C14">
                      <w:pPr>
                        <w:ind w:left="113" w:right="113"/>
                        <w:jc w:val="center"/>
                      </w:pPr>
                    </w:p>
                  </w:tc>
                  <w:tc>
                    <w:tcPr>
                      <w:tcW w:w="282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Default="00161D61" w:rsidP="000B2C14">
                      <w:pPr>
                        <w:ind w:left="113" w:right="113"/>
                        <w:jc w:val="center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161D61" w:rsidRDefault="00161D61" w:rsidP="000B2C14">
                      <w:pPr>
                        <w:ind w:left="113" w:right="113"/>
                        <w:jc w:val="center"/>
                      </w:pPr>
                    </w:p>
                  </w:tc>
                  <w:tc>
                    <w:tcPr>
                      <w:tcW w:w="25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Default="00161D61" w:rsidP="000B2C14">
                      <w:pPr>
                        <w:ind w:left="113" w:right="113"/>
                        <w:jc w:val="center"/>
                      </w:pPr>
                    </w:p>
                  </w:tc>
                  <w:tc>
                    <w:tcPr>
                      <w:tcW w:w="593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93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59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17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8" w:type="dxa"/>
                      <w:gridSpan w:val="4"/>
                      <w:vMerge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06" w:type="dxa"/>
                      <w:tcBorders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</w:tr>
                <w:tr w:rsidR="00161D61" w:rsidTr="0036612A">
                  <w:trPr>
                    <w:gridAfter w:val="2"/>
                    <w:wAfter w:w="255" w:type="dxa"/>
                    <w:cantSplit/>
                    <w:trHeight w:hRule="exact" w:val="1418"/>
                    <w:jc w:val="center"/>
                  </w:trPr>
                  <w:tc>
                    <w:tcPr>
                      <w:tcW w:w="284" w:type="dxa"/>
                      <w:tcBorders>
                        <w:top w:val="single" w:sz="12" w:space="0" w:color="auto"/>
                      </w:tcBorders>
                      <w:textDirection w:val="btL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tcBorders>
                        <w:top w:val="single" w:sz="12" w:space="0" w:color="auto"/>
                        <w:left w:val="nil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883F2B" w:rsidRDefault="00161D61" w:rsidP="00D65A8D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  <w:r w:rsidRPr="00883F2B">
                        <w:rPr>
                          <w:sz w:val="20"/>
                          <w:szCs w:val="20"/>
                        </w:rPr>
                        <w:t>Взам. инв. №</w:t>
                      </w:r>
                    </w:p>
                  </w:tc>
                  <w:tc>
                    <w:tcPr>
                      <w:tcW w:w="25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593" w:type="dxa"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" w:type="dxa"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93" w:type="dxa"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59" w:type="dxa"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17" w:type="dxa"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8" w:type="dxa"/>
                      <w:gridSpan w:val="4"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06" w:type="dxa"/>
                      <w:tcBorders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</w:tr>
                <w:tr w:rsidR="00161D61" w:rsidTr="0036612A">
                  <w:trPr>
                    <w:gridAfter w:val="2"/>
                    <w:wAfter w:w="255" w:type="dxa"/>
                    <w:cantSplit/>
                    <w:trHeight w:hRule="exact" w:val="737"/>
                    <w:jc w:val="center"/>
                  </w:trPr>
                  <w:tc>
                    <w:tcPr>
                      <w:tcW w:w="284" w:type="dxa"/>
                      <w:vMerge w:val="restart"/>
                      <w:textDirection w:val="btL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vMerge w:val="restart"/>
                      <w:tcBorders>
                        <w:left w:val="nil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883F2B" w:rsidRDefault="00161D61" w:rsidP="00D65A8D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  <w:r w:rsidRPr="00883F2B">
                        <w:rPr>
                          <w:sz w:val="20"/>
                          <w:szCs w:val="20"/>
                        </w:rPr>
                        <w:t>Подп. и дата</w:t>
                      </w:r>
                    </w:p>
                  </w:tc>
                  <w:tc>
                    <w:tcPr>
                      <w:tcW w:w="25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593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93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59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17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8" w:type="dxa"/>
                      <w:gridSpan w:val="4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06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</w:tr>
                <w:tr w:rsidR="00161D61" w:rsidTr="00982F92">
                  <w:trPr>
                    <w:gridAfter w:val="2"/>
                    <w:wAfter w:w="255" w:type="dxa"/>
                    <w:cantSplit/>
                    <w:trHeight w:val="284"/>
                    <w:jc w:val="center"/>
                  </w:trPr>
                  <w:tc>
                    <w:tcPr>
                      <w:tcW w:w="284" w:type="dxa"/>
                      <w:vMerge/>
                      <w:textDirection w:val="btL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vMerge/>
                      <w:tcBorders>
                        <w:left w:val="nil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883F2B" w:rsidRDefault="00161D61" w:rsidP="00E62FBC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58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59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9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5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1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494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982F9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87EC7">
                        <w:rPr>
                          <w:sz w:val="28"/>
                          <w:szCs w:val="28"/>
                        </w:rPr>
                        <w:t xml:space="preserve">Технический отчет № </w:t>
                      </w:r>
                      <w:r>
                        <w:rPr>
                          <w:sz w:val="28"/>
                          <w:szCs w:val="28"/>
                        </w:rPr>
                        <w:t>521-22-13</w:t>
                      </w:r>
                    </w:p>
                    <w:p w:rsidR="00161D61" w:rsidRPr="000B2C14" w:rsidRDefault="00161D61" w:rsidP="00982F92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787EC7">
                        <w:t>Приложение 2.</w:t>
                      </w:r>
                      <w:r>
                        <w:t>12</w:t>
                      </w:r>
                    </w:p>
                  </w:tc>
                </w:tr>
                <w:tr w:rsidR="00161D61" w:rsidTr="00982F92">
                  <w:trPr>
                    <w:gridAfter w:val="2"/>
                    <w:wAfter w:w="255" w:type="dxa"/>
                    <w:cantSplit/>
                    <w:trHeight w:val="284"/>
                    <w:jc w:val="center"/>
                  </w:trPr>
                  <w:tc>
                    <w:tcPr>
                      <w:tcW w:w="284" w:type="dxa"/>
                      <w:vMerge/>
                      <w:textDirection w:val="btL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vMerge/>
                      <w:tcBorders>
                        <w:left w:val="nil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883F2B" w:rsidRDefault="00161D61" w:rsidP="00E62FBC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58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59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8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59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5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1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6494" w:type="dxa"/>
                      <w:gridSpan w:val="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</w:tr>
                <w:tr w:rsidR="00161D61" w:rsidTr="00982F92">
                  <w:trPr>
                    <w:gridAfter w:val="2"/>
                    <w:wAfter w:w="255" w:type="dxa"/>
                    <w:cantSplit/>
                    <w:trHeight w:val="284"/>
                    <w:jc w:val="center"/>
                  </w:trPr>
                  <w:tc>
                    <w:tcPr>
                      <w:tcW w:w="284" w:type="dxa"/>
                      <w:vMerge/>
                      <w:textDirection w:val="btL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vMerge/>
                      <w:tcBorders>
                        <w:left w:val="nil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883F2B" w:rsidRDefault="00161D61" w:rsidP="00E62FBC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58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59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E62FBC" w:rsidRDefault="00161D61" w:rsidP="00572DF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Изм.</w:t>
                      </w:r>
                    </w:p>
                  </w:tc>
                  <w:tc>
                    <w:tcPr>
                      <w:tcW w:w="58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E62FBC" w:rsidRDefault="00161D61" w:rsidP="000F7FDD">
                      <w:pPr>
                        <w:ind w:left="-111" w:right="-10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9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E62FBC" w:rsidRDefault="00161D61" w:rsidP="00572DF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65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E62FBC" w:rsidRDefault="00161D61" w:rsidP="00572DFB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61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E62FBC" w:rsidRDefault="00161D61" w:rsidP="00572DF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E62FBC" w:rsidRDefault="00161D61" w:rsidP="00572DF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62FBC"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494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</w:tr>
                <w:tr w:rsidR="00161D61" w:rsidTr="00982F92">
                  <w:trPr>
                    <w:gridAfter w:val="2"/>
                    <w:wAfter w:w="255" w:type="dxa"/>
                    <w:cantSplit/>
                    <w:trHeight w:hRule="exact" w:val="284"/>
                    <w:jc w:val="center"/>
                  </w:trPr>
                  <w:tc>
                    <w:tcPr>
                      <w:tcW w:w="284" w:type="dxa"/>
                      <w:vMerge w:val="restart"/>
                      <w:textDirection w:val="btL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vMerge w:val="restart"/>
                      <w:tcBorders>
                        <w:left w:val="nil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883F2B" w:rsidRDefault="00161D61" w:rsidP="00D65A8D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  <w:r w:rsidRPr="00883F2B">
                        <w:rPr>
                          <w:sz w:val="20"/>
                          <w:szCs w:val="20"/>
                        </w:rPr>
                        <w:t>Инв. № подл.</w:t>
                      </w:r>
                    </w:p>
                  </w:tc>
                  <w:tc>
                    <w:tcPr>
                      <w:tcW w:w="25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118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172147" w:rsidRDefault="00161D61" w:rsidP="00BF38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Разработал</w:t>
                      </w:r>
                    </w:p>
                  </w:tc>
                  <w:tc>
                    <w:tcPr>
                      <w:tcW w:w="125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982F9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Леднев Я.И.</w:t>
                      </w:r>
                    </w:p>
                  </w:tc>
                  <w:tc>
                    <w:tcPr>
                      <w:tcW w:w="61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BF38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2116D5" w:rsidRDefault="00161D61" w:rsidP="00CE47C6">
                      <w:pPr>
                        <w:jc w:val="center"/>
                        <w:rPr>
                          <w:color w:val="FF0000"/>
                          <w:sz w:val="14"/>
                          <w:szCs w:val="14"/>
                        </w:rPr>
                      </w:pPr>
                    </w:p>
                  </w:tc>
                  <w:tc>
                    <w:tcPr>
                      <w:tcW w:w="3740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36612A" w:rsidRDefault="00161D61" w:rsidP="00DC3958">
                      <w:pPr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t>Результаты штамповых испытаний</w:t>
                      </w:r>
                    </w:p>
                  </w:tc>
                  <w:tc>
                    <w:tcPr>
                      <w:tcW w:w="93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522B3C" w:rsidRDefault="00161D61" w:rsidP="00E62FB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22B3C"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93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522B3C" w:rsidRDefault="00161D61" w:rsidP="00E62FB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22B3C"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88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522B3C" w:rsidRDefault="00161D61" w:rsidP="00E62FB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22B3C"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</w:tr>
                <w:tr w:rsidR="00161D61" w:rsidTr="00982F92">
                  <w:trPr>
                    <w:gridAfter w:val="2"/>
                    <w:wAfter w:w="255" w:type="dxa"/>
                    <w:cantSplit/>
                    <w:trHeight w:hRule="exact" w:val="284"/>
                    <w:jc w:val="center"/>
                  </w:trPr>
                  <w:tc>
                    <w:tcPr>
                      <w:tcW w:w="284" w:type="dxa"/>
                      <w:vMerge/>
                      <w:textDirection w:val="btL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vMerge/>
                      <w:tcBorders>
                        <w:left w:val="nil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258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E62FBC" w:rsidRDefault="00161D61" w:rsidP="00E62FBC">
                      <w:pPr>
                        <w:ind w:left="113" w:right="113"/>
                        <w:jc w:val="center"/>
                        <w:rPr>
                          <w:szCs w:val="20"/>
                        </w:rPr>
                      </w:pPr>
                    </w:p>
                  </w:tc>
                  <w:tc>
                    <w:tcPr>
                      <w:tcW w:w="118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BF38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Проверил</w:t>
                      </w:r>
                    </w:p>
                  </w:tc>
                  <w:tc>
                    <w:tcPr>
                      <w:tcW w:w="125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BF38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Жилкин.В.Ф.</w:t>
                      </w:r>
                    </w:p>
                  </w:tc>
                  <w:tc>
                    <w:tcPr>
                      <w:tcW w:w="61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BF38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2116D5" w:rsidRDefault="00161D61" w:rsidP="00AF30CC">
                      <w:pPr>
                        <w:jc w:val="center"/>
                        <w:rPr>
                          <w:color w:val="FF0000"/>
                          <w:sz w:val="14"/>
                          <w:szCs w:val="14"/>
                        </w:rPr>
                      </w:pPr>
                    </w:p>
                  </w:tc>
                  <w:tc>
                    <w:tcPr>
                      <w:tcW w:w="3740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93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522B3C" w:rsidRDefault="00161D61" w:rsidP="00E62FB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22B3C">
                        <w:rPr>
                          <w:sz w:val="20"/>
                          <w:szCs w:val="20"/>
                        </w:rPr>
                        <w:t>П</w:t>
                      </w:r>
                    </w:p>
                  </w:tc>
                  <w:tc>
                    <w:tcPr>
                      <w:tcW w:w="93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522B3C" w:rsidRDefault="00161D61" w:rsidP="00E62FB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22B3C">
                        <w:rPr>
                          <w:sz w:val="20"/>
                          <w:szCs w:val="20"/>
                        </w:rPr>
                        <w:t>1</w:t>
                      </w:r>
                    </w:p>
                  </w:tc>
                  <w:tc>
                    <w:tcPr>
                      <w:tcW w:w="88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93501E" w:rsidRDefault="00161D61" w:rsidP="00CE47C6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10</w:t>
                      </w:r>
                    </w:p>
                  </w:tc>
                </w:tr>
                <w:tr w:rsidR="00161D61" w:rsidTr="00982F92">
                  <w:trPr>
                    <w:gridAfter w:val="2"/>
                    <w:wAfter w:w="255" w:type="dxa"/>
                    <w:cantSplit/>
                    <w:trHeight w:hRule="exact" w:val="284"/>
                    <w:jc w:val="center"/>
                  </w:trPr>
                  <w:tc>
                    <w:tcPr>
                      <w:tcW w:w="284" w:type="dxa"/>
                      <w:vMerge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82" w:type="dxa"/>
                      <w:vMerge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58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118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161D61" w:rsidRDefault="00161D61" w:rsidP="00BF38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25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Default="00161D61" w:rsidP="00BF38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61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Default="00161D61" w:rsidP="00BF38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2116D5" w:rsidRDefault="00161D61" w:rsidP="00AF30CC">
                      <w:pPr>
                        <w:jc w:val="center"/>
                        <w:rPr>
                          <w:color w:val="FF0000"/>
                          <w:sz w:val="14"/>
                          <w:szCs w:val="14"/>
                        </w:rPr>
                      </w:pPr>
                    </w:p>
                  </w:tc>
                  <w:tc>
                    <w:tcPr>
                      <w:tcW w:w="3740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F112CD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75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522B3C" w:rsidRDefault="00161D61" w:rsidP="00522B3C">
                      <w:pPr>
                        <w:ind w:left="-110" w:right="-106"/>
                        <w:jc w:val="center"/>
                        <w:rPr>
                          <w:sz w:val="20"/>
                          <w:szCs w:val="20"/>
                        </w:rPr>
                      </w:pPr>
                      <w:r w:rsidRPr="00522B3C">
                        <w:rPr>
                          <w:sz w:val="20"/>
                          <w:szCs w:val="20"/>
                        </w:rPr>
                        <w:t>ООО «Гео Плюс Проект»</w:t>
                      </w:r>
                    </w:p>
                  </w:tc>
                </w:tr>
                <w:tr w:rsidR="00161D61" w:rsidTr="00982F92">
                  <w:trPr>
                    <w:gridAfter w:val="2"/>
                    <w:wAfter w:w="255" w:type="dxa"/>
                    <w:cantSplit/>
                    <w:trHeight w:hRule="exact" w:val="284"/>
                    <w:jc w:val="center"/>
                  </w:trPr>
                  <w:tc>
                    <w:tcPr>
                      <w:tcW w:w="284" w:type="dxa"/>
                      <w:vMerge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82" w:type="dxa"/>
                      <w:vMerge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58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118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161D61" w:rsidRDefault="00161D61" w:rsidP="00BF38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25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Default="00161D61" w:rsidP="00982F9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61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Default="00161D61" w:rsidP="00BF38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2116D5" w:rsidRDefault="00161D61" w:rsidP="00BF38EB">
                      <w:pPr>
                        <w:jc w:val="center"/>
                        <w:rPr>
                          <w:color w:val="FF0000"/>
                          <w:sz w:val="14"/>
                          <w:szCs w:val="14"/>
                        </w:rPr>
                      </w:pPr>
                    </w:p>
                  </w:tc>
                  <w:tc>
                    <w:tcPr>
                      <w:tcW w:w="3740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75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E62FBC" w:rsidRDefault="00161D61" w:rsidP="00E62FBC">
                      <w:pPr>
                        <w:jc w:val="center"/>
                        <w:rPr>
                          <w:szCs w:val="20"/>
                        </w:rPr>
                      </w:pPr>
                    </w:p>
                  </w:tc>
                </w:tr>
                <w:tr w:rsidR="00161D61" w:rsidTr="00982F92">
                  <w:trPr>
                    <w:gridAfter w:val="2"/>
                    <w:wAfter w:w="255" w:type="dxa"/>
                    <w:cantSplit/>
                    <w:trHeight w:hRule="exact" w:val="284"/>
                    <w:jc w:val="center"/>
                  </w:trPr>
                  <w:tc>
                    <w:tcPr>
                      <w:tcW w:w="284" w:type="dxa"/>
                      <w:vMerge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82" w:type="dxa"/>
                      <w:vMerge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8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58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118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161D61" w:rsidRPr="00E62FBC" w:rsidRDefault="00161D61" w:rsidP="00F112CD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25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E62FBC" w:rsidRDefault="00161D61" w:rsidP="00F112CD">
                      <w:pPr>
                        <w:ind w:left="-111" w:right="-105"/>
                        <w:jc w:val="right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61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E62FBC" w:rsidRDefault="00161D61" w:rsidP="00E62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</w:tcPr>
                    <w:p w:rsidR="00161D61" w:rsidRDefault="00161D61"/>
                  </w:tc>
                  <w:tc>
                    <w:tcPr>
                      <w:tcW w:w="3740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  <w:tc>
                    <w:tcPr>
                      <w:tcW w:w="275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Default="00161D61" w:rsidP="00E62FBC">
                      <w:pPr>
                        <w:jc w:val="center"/>
                      </w:pPr>
                    </w:p>
                  </w:tc>
                </w:tr>
              </w:tbl>
              <w:p w:rsidR="00161D61" w:rsidRDefault="00161D61" w:rsidP="00572DFB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D61" w:rsidRDefault="00161D61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4" o:spid="_x0000_s2050" type="#_x0000_t202" style="position:absolute;margin-left:0;margin-top:14.2pt;width:595.3pt;height:810pt;z-index: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" filled="f" stroked="f">
          <v:textbox style="mso-next-textbox:#Text Box 14" inset="0,0,0,0">
            <w:txbxContent>
              <w:tbl>
                <w:tblPr>
                  <w:tblW w:w="11999" w:type="dxa"/>
                  <w:tblLayout w:type="fixed"/>
                  <w:tblLook w:val="01E0"/>
                </w:tblPr>
                <w:tblGrid>
                  <w:gridCol w:w="561"/>
                  <w:gridCol w:w="281"/>
                  <w:gridCol w:w="238"/>
                  <w:gridCol w:w="611"/>
                  <w:gridCol w:w="6"/>
                  <w:gridCol w:w="563"/>
                  <w:gridCol w:w="566"/>
                  <w:gridCol w:w="569"/>
                  <w:gridCol w:w="19"/>
                  <w:gridCol w:w="828"/>
                  <w:gridCol w:w="13"/>
                  <w:gridCol w:w="605"/>
                  <w:gridCol w:w="4003"/>
                  <w:gridCol w:w="841"/>
                  <w:gridCol w:w="847"/>
                  <w:gridCol w:w="433"/>
                  <w:gridCol w:w="185"/>
                  <w:gridCol w:w="388"/>
                  <w:gridCol w:w="442"/>
                </w:tblGrid>
                <w:tr w:rsidR="00161D61" w:rsidRPr="00450B4C" w:rsidTr="006E0B8C">
                  <w:trPr>
                    <w:cantSplit/>
                    <w:trHeight w:val="307"/>
                  </w:trPr>
                  <w:tc>
                    <w:tcPr>
                      <w:tcW w:w="561" w:type="dxa"/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1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3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7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8" w:type="dxa"/>
                      <w:gridSpan w:val="2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30" w:type="dxa"/>
                      <w:gridSpan w:val="2"/>
                      <w:vAlign w:val="center"/>
                    </w:tcPr>
                    <w:p w:rsidR="00161D61" w:rsidRPr="006E0B8C" w:rsidRDefault="00161D61" w:rsidP="00DD6D0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val="11185"/>
                  </w:trPr>
                  <w:tc>
                    <w:tcPr>
                      <w:tcW w:w="561" w:type="dxa"/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7" w:type="dxa"/>
                      <w:gridSpan w:val="1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cMar>
                        <w:top w:w="113" w:type="dxa"/>
                        <w:bottom w:w="113" w:type="dxa"/>
                      </w:tcMar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1477"/>
                  </w:trPr>
                  <w:tc>
                    <w:tcPr>
                      <w:tcW w:w="561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E0B8C"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3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7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739"/>
                  </w:trPr>
                  <w:tc>
                    <w:tcPr>
                      <w:tcW w:w="561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E0B8C"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7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284"/>
                  </w:trPr>
                  <w:tc>
                    <w:tcPr>
                      <w:tcW w:w="561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7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189"/>
                  </w:trPr>
                  <w:tc>
                    <w:tcPr>
                      <w:tcW w:w="561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7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111"/>
                  </w:trPr>
                  <w:tc>
                    <w:tcPr>
                      <w:tcW w:w="561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7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484"/>
                  </w:trPr>
                  <w:tc>
                    <w:tcPr>
                      <w:tcW w:w="561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E0B8C"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38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7" w:type="dxa"/>
                      <w:gridSpan w:val="15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111"/>
                  </w:trPr>
                  <w:tc>
                    <w:tcPr>
                      <w:tcW w:w="561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7" w:type="dxa"/>
                      <w:gridSpan w:val="1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284"/>
                  </w:trPr>
                  <w:tc>
                    <w:tcPr>
                      <w:tcW w:w="561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E0B8C">
                        <w:rPr>
                          <w:sz w:val="28"/>
                          <w:szCs w:val="28"/>
                        </w:rPr>
                        <w:t xml:space="preserve">Технический отчет № </w:t>
                      </w:r>
                      <w:r>
                        <w:rPr>
                          <w:sz w:val="28"/>
                          <w:szCs w:val="28"/>
                        </w:rPr>
                        <w:t>521-22-13</w:t>
                      </w:r>
                    </w:p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E0B8C">
                        <w:rPr>
                          <w:sz w:val="28"/>
                          <w:szCs w:val="28"/>
                        </w:rPr>
                        <w:t>Приложение 2.</w:t>
                      </w:r>
                      <w:r>
                        <w:rPr>
                          <w:sz w:val="28"/>
                          <w:szCs w:val="28"/>
                        </w:rPr>
                        <w:t>12</w:t>
                      </w:r>
                    </w:p>
                  </w:tc>
                  <w:tc>
                    <w:tcPr>
                      <w:tcW w:w="57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E0B8C"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442" w:type="dxa"/>
                      <w:tcBorders>
                        <w:left w:val="single" w:sz="12" w:space="0" w:color="auto"/>
                      </w:tcBorders>
                      <w:vAlign w:val="center"/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284"/>
                  </w:trPr>
                  <w:tc>
                    <w:tcPr>
                      <w:tcW w:w="561" w:type="dxa"/>
                      <w:tcBorders>
                        <w:bottom w:val="nil"/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bookmarkStart w:id="0" w:name="_GoBack"/>
                  <w:bookmarkEnd w:id="0"/>
                  <w:tc>
                    <w:tcPr>
                      <w:tcW w:w="57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Style w:val="PageNumber"/>
                        </w:rPr>
                        <w:fldChar w:fldCharType="begin"/>
                      </w:r>
                      <w:r>
                        <w:rPr>
                          <w:rStyle w:val="PageNumber"/>
                        </w:rPr>
                        <w:instrText xml:space="preserve"> PAGE </w:instrText>
                      </w:r>
                      <w:r>
                        <w:rPr>
                          <w:rStyle w:val="PageNumber"/>
                        </w:rPr>
                        <w:fldChar w:fldCharType="separate"/>
                      </w:r>
                      <w:r>
                        <w:rPr>
                          <w:rStyle w:val="PageNumber"/>
                          <w:noProof/>
                        </w:rPr>
                        <w:t>7</w:t>
                      </w:r>
                      <w:r>
                        <w:rPr>
                          <w:rStyle w:val="PageNumber"/>
                        </w:rPr>
                        <w:fldChar w:fldCharType="end"/>
                      </w:r>
                    </w:p>
                  </w:tc>
                  <w:tc>
                    <w:tcPr>
                      <w:tcW w:w="442" w:type="dxa"/>
                      <w:tcBorders>
                        <w:left w:val="single" w:sz="12" w:space="0" w:color="auto"/>
                        <w:bottom w:val="nil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284"/>
                  </w:trPr>
                  <w:tc>
                    <w:tcPr>
                      <w:tcW w:w="561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1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38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17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6E0B8C">
                        <w:rPr>
                          <w:sz w:val="16"/>
                          <w:szCs w:val="16"/>
                        </w:rPr>
                        <w:t>Изм</w:t>
                      </w:r>
                      <w:r w:rsidRPr="006E0B8C">
                        <w:rPr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c>
                  <w:tc>
                    <w:tcPr>
                      <w:tcW w:w="56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E0B8C"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E0B8C"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8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E0B8C"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41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E0B8C"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60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E0B8C"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124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3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2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 w:rsidP="00174BB7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161D61" w:rsidRDefault="00161D61"/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D61" w:rsidRDefault="00161D61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1" type="#_x0000_t202" style="position:absolute;margin-left:0;margin-top:0;width:595.3pt;height:841.9pt;z-index:-251658752;visibility:visible;mso-position-horizontal:left;mso-position-horizontal-relative:page;mso-position-vertical:top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" stroked="f">
          <v:textbox style="mso-next-textbox:#Text Box 1" inset="0,0,0,0">
            <w:txbxContent>
              <w:tbl>
                <w:tblPr>
                  <w:tblW w:w="11988" w:type="dxa"/>
                  <w:tblLayout w:type="fixed"/>
                  <w:tblLook w:val="01E0"/>
                </w:tblPr>
                <w:tblGrid>
                  <w:gridCol w:w="570"/>
                  <w:gridCol w:w="285"/>
                  <w:gridCol w:w="285"/>
                  <w:gridCol w:w="570"/>
                  <w:gridCol w:w="570"/>
                  <w:gridCol w:w="571"/>
                  <w:gridCol w:w="571"/>
                  <w:gridCol w:w="857"/>
                  <w:gridCol w:w="571"/>
                  <w:gridCol w:w="3995"/>
                  <w:gridCol w:w="857"/>
                  <w:gridCol w:w="857"/>
                  <w:gridCol w:w="857"/>
                  <w:gridCol w:w="286"/>
                  <w:gridCol w:w="286"/>
                </w:tblGrid>
                <w:tr w:rsidR="00161D61" w:rsidRPr="00450B4C" w:rsidTr="006E0B8C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2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6E0B8C">
                        <w:rPr>
                          <w:sz w:val="20"/>
                          <w:szCs w:val="20"/>
                        </w:rPr>
                        <w:fldChar w:fldCharType="begin"/>
                      </w:r>
                      <w:r w:rsidRPr="006E0B8C">
                        <w:rPr>
                          <w:sz w:val="20"/>
                          <w:szCs w:val="20"/>
                        </w:rPr>
                        <w:instrText xml:space="preserve"> PAGE  \* Arabic  \* MERGEFORMAT </w:instrText>
                      </w:r>
                      <w:r w:rsidRPr="006E0B8C">
                        <w:rPr>
                          <w:sz w:val="20"/>
                          <w:szCs w:val="20"/>
                        </w:rPr>
                        <w:fldChar w:fldCharType="separate"/>
                      </w:r>
                      <w:r w:rsidRPr="006E0B8C"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 w:rsidRPr="006E0B8C"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11680"/>
                  </w:trPr>
                  <w:tc>
                    <w:tcPr>
                      <w:tcW w:w="570" w:type="dxa"/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1531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E0B8C">
                        <w:rPr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79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E0B8C">
                        <w:rPr>
                          <w:sz w:val="18"/>
                          <w:szCs w:val="18"/>
                        </w:rPr>
                        <w:t>Подп. И дата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62" w:type="dxa"/>
                      <w:gridSpan w:val="11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E0B8C">
                        <w:rPr>
                          <w:sz w:val="16"/>
                          <w:szCs w:val="16"/>
                        </w:rPr>
                        <w:t>Изм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E0B8C"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E0B8C">
                        <w:rPr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E0B8C">
                        <w:rPr>
                          <w:sz w:val="16"/>
                          <w:szCs w:val="16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E0B8C">
                        <w:rPr>
                          <w:sz w:val="16"/>
                          <w:szCs w:val="16"/>
                        </w:rPr>
                        <w:t>Подп.</w:t>
                      </w: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noWrap/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E0B8C">
                        <w:rPr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852" w:type="dxa"/>
                      <w:gridSpan w:val="5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E0B8C">
                        <w:rPr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28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161D61" w:rsidRPr="006E0B8C" w:rsidRDefault="00161D61" w:rsidP="006E0B8C">
                      <w:pPr>
                        <w:ind w:left="113" w:right="113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6E0B8C">
                        <w:rPr>
                          <w:sz w:val="20"/>
                          <w:szCs w:val="20"/>
                        </w:rPr>
                        <w:t>Стадия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6E0B8C">
                        <w:rPr>
                          <w:sz w:val="20"/>
                          <w:szCs w:val="20"/>
                        </w:rPr>
                        <w:t>Лист</w:t>
                      </w: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6E0B8C">
                        <w:rPr>
                          <w:sz w:val="20"/>
                          <w:szCs w:val="20"/>
                        </w:rPr>
                        <w:t>Листов</w:t>
                      </w: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135"/>
                  </w:trPr>
                  <w:tc>
                    <w:tcPr>
                      <w:tcW w:w="570" w:type="dxa"/>
                      <w:vMerge w:val="restart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3" w:type="dxa"/>
                      <w:gridSpan w:val="2"/>
                      <w:vMerge/>
                      <w:tcBorders>
                        <w:left w:val="single" w:sz="4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 w:val="restart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val="230"/>
                  </w:trPr>
                  <w:tc>
                    <w:tcPr>
                      <w:tcW w:w="570" w:type="dxa"/>
                      <w:vMerge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vMerge/>
                      <w:tcBorders>
                        <w:left w:val="single" w:sz="12" w:space="0" w:color="auto"/>
                        <w:bottom w:val="single" w:sz="4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 w:val="restart"/>
                      <w:tcBorders>
                        <w:top w:val="single" w:sz="4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vMerge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  <w:tcBorders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0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2" w:type="dxa"/>
                      <w:gridSpan w:val="2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4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161D61" w:rsidRPr="006E0B8C" w:rsidRDefault="00161D61" w:rsidP="006E0B8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7" w:type="dxa"/>
                      <w:gridSpan w:val="4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left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  <w:tr w:rsidR="00161D61" w:rsidRPr="00450B4C" w:rsidTr="006E0B8C">
                  <w:trPr>
                    <w:cantSplit/>
                    <w:trHeight w:hRule="exact" w:val="284"/>
                  </w:trPr>
                  <w:tc>
                    <w:tcPr>
                      <w:tcW w:w="570" w:type="dxa"/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5" w:type="dxa"/>
                      <w:tcBorders>
                        <w:top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tcBorders>
                        <w:top w:val="single" w:sz="12" w:space="0" w:color="auto"/>
                      </w:tcBorders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</w:tcPr>
                    <w:p w:rsidR="00161D61" w:rsidRPr="006E0B8C" w:rsidRDefault="00161D61">
                      <w:pPr>
                        <w:rPr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161D61" w:rsidRPr="00450B4C" w:rsidRDefault="00161D61" w:rsidP="006B4B1D">
                <w:pPr>
                  <w:rPr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A1E09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CEE86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17C63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354FD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F4C1B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D069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6266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30F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72CC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4DCA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F14CF8"/>
    <w:multiLevelType w:val="hybridMultilevel"/>
    <w:tmpl w:val="FA08A1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0A62F61"/>
    <w:multiLevelType w:val="hybridMultilevel"/>
    <w:tmpl w:val="6C36BE84"/>
    <w:lvl w:ilvl="0" w:tplc="747AF5A4">
      <w:start w:val="1"/>
      <w:numFmt w:val="decimal"/>
      <w:pStyle w:val="7"/>
      <w:lvlText w:val="%1."/>
      <w:lvlJc w:val="left"/>
      <w:pPr>
        <w:tabs>
          <w:tab w:val="num" w:pos="993"/>
        </w:tabs>
        <w:ind w:left="1350" w:hanging="357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2">
    <w:nsid w:val="272202D5"/>
    <w:multiLevelType w:val="multilevel"/>
    <w:tmpl w:val="8E46B72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3">
    <w:nsid w:val="346E2773"/>
    <w:multiLevelType w:val="hybridMultilevel"/>
    <w:tmpl w:val="1414AD26"/>
    <w:lvl w:ilvl="0" w:tplc="06E4B68E">
      <w:start w:val="1"/>
      <w:numFmt w:val="bullet"/>
      <w:pStyle w:val="5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8085AF5"/>
    <w:multiLevelType w:val="hybridMultilevel"/>
    <w:tmpl w:val="80C218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A90256"/>
    <w:multiLevelType w:val="hybridMultilevel"/>
    <w:tmpl w:val="6F8499AA"/>
    <w:lvl w:ilvl="0" w:tplc="947CDF66">
      <w:start w:val="1"/>
      <w:numFmt w:val="bullet"/>
      <w:pStyle w:val="4"/>
      <w:lvlText w:val=""/>
      <w:lvlJc w:val="left"/>
      <w:pPr>
        <w:tabs>
          <w:tab w:val="num" w:pos="0"/>
        </w:tabs>
        <w:ind w:left="357" w:hanging="35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2D3449"/>
    <w:multiLevelType w:val="hybridMultilevel"/>
    <w:tmpl w:val="08B8C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9650A0A"/>
    <w:multiLevelType w:val="hybridMultilevel"/>
    <w:tmpl w:val="AC1E70EC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5"/>
  </w:num>
  <w:num w:numId="13">
    <w:abstractNumId w:val="16"/>
  </w:num>
  <w:num w:numId="14">
    <w:abstractNumId w:val="14"/>
  </w:num>
  <w:num w:numId="15">
    <w:abstractNumId w:val="10"/>
  </w:num>
  <w:num w:numId="16">
    <w:abstractNumId w:val="11"/>
  </w:num>
  <w:num w:numId="17">
    <w:abstractNumId w:val="11"/>
    <w:lvlOverride w:ilvl="0">
      <w:startOverride w:val="1"/>
    </w:lvlOverride>
  </w:num>
  <w:num w:numId="18">
    <w:abstractNumId w:val="12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B801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2FBC"/>
    <w:rsid w:val="000339DE"/>
    <w:rsid w:val="00034E56"/>
    <w:rsid w:val="00036A44"/>
    <w:rsid w:val="000551EC"/>
    <w:rsid w:val="0006788A"/>
    <w:rsid w:val="00074ACE"/>
    <w:rsid w:val="0007775F"/>
    <w:rsid w:val="000829CC"/>
    <w:rsid w:val="00083033"/>
    <w:rsid w:val="00090C08"/>
    <w:rsid w:val="00091C1F"/>
    <w:rsid w:val="000A1312"/>
    <w:rsid w:val="000B2C14"/>
    <w:rsid w:val="000D05B4"/>
    <w:rsid w:val="000D3E2B"/>
    <w:rsid w:val="000E0B18"/>
    <w:rsid w:val="000F7FDD"/>
    <w:rsid w:val="00102062"/>
    <w:rsid w:val="00121EF2"/>
    <w:rsid w:val="001246CE"/>
    <w:rsid w:val="00131551"/>
    <w:rsid w:val="00132942"/>
    <w:rsid w:val="001344FD"/>
    <w:rsid w:val="001510A2"/>
    <w:rsid w:val="00151304"/>
    <w:rsid w:val="0015646A"/>
    <w:rsid w:val="00160578"/>
    <w:rsid w:val="00161D61"/>
    <w:rsid w:val="00172147"/>
    <w:rsid w:val="00174BB7"/>
    <w:rsid w:val="001776A4"/>
    <w:rsid w:val="00182464"/>
    <w:rsid w:val="00184C04"/>
    <w:rsid w:val="001A5A47"/>
    <w:rsid w:val="001D3896"/>
    <w:rsid w:val="001D5249"/>
    <w:rsid w:val="001E16F0"/>
    <w:rsid w:val="001E411E"/>
    <w:rsid w:val="001E4857"/>
    <w:rsid w:val="001E71A4"/>
    <w:rsid w:val="001F7183"/>
    <w:rsid w:val="00200AB1"/>
    <w:rsid w:val="0020703B"/>
    <w:rsid w:val="002075F8"/>
    <w:rsid w:val="002116D5"/>
    <w:rsid w:val="00212893"/>
    <w:rsid w:val="00213F35"/>
    <w:rsid w:val="002225AF"/>
    <w:rsid w:val="00223F6D"/>
    <w:rsid w:val="002302C7"/>
    <w:rsid w:val="00236661"/>
    <w:rsid w:val="00237EE1"/>
    <w:rsid w:val="00240AD5"/>
    <w:rsid w:val="002477D3"/>
    <w:rsid w:val="0025022E"/>
    <w:rsid w:val="0025788B"/>
    <w:rsid w:val="00261CB2"/>
    <w:rsid w:val="00262507"/>
    <w:rsid w:val="00273C30"/>
    <w:rsid w:val="002764CA"/>
    <w:rsid w:val="00280CFB"/>
    <w:rsid w:val="00285B6F"/>
    <w:rsid w:val="00292237"/>
    <w:rsid w:val="0029780C"/>
    <w:rsid w:val="002A4CCA"/>
    <w:rsid w:val="002B2F5D"/>
    <w:rsid w:val="002B6383"/>
    <w:rsid w:val="002D2D6F"/>
    <w:rsid w:val="002E0034"/>
    <w:rsid w:val="002E5EA3"/>
    <w:rsid w:val="002E6134"/>
    <w:rsid w:val="002F06BA"/>
    <w:rsid w:val="003002EB"/>
    <w:rsid w:val="00303440"/>
    <w:rsid w:val="003127EF"/>
    <w:rsid w:val="00330AF0"/>
    <w:rsid w:val="0033380C"/>
    <w:rsid w:val="003500AC"/>
    <w:rsid w:val="00350DA4"/>
    <w:rsid w:val="0035405E"/>
    <w:rsid w:val="003578F9"/>
    <w:rsid w:val="00362CEE"/>
    <w:rsid w:val="0036612A"/>
    <w:rsid w:val="00366D37"/>
    <w:rsid w:val="00373857"/>
    <w:rsid w:val="003747C7"/>
    <w:rsid w:val="00377474"/>
    <w:rsid w:val="00385F25"/>
    <w:rsid w:val="003A0941"/>
    <w:rsid w:val="003B250E"/>
    <w:rsid w:val="003B4E20"/>
    <w:rsid w:val="003B5104"/>
    <w:rsid w:val="003B70DF"/>
    <w:rsid w:val="003C7FC8"/>
    <w:rsid w:val="003E4740"/>
    <w:rsid w:val="003E7D25"/>
    <w:rsid w:val="003F7447"/>
    <w:rsid w:val="00403217"/>
    <w:rsid w:val="00407FE8"/>
    <w:rsid w:val="00416423"/>
    <w:rsid w:val="004168D7"/>
    <w:rsid w:val="00443166"/>
    <w:rsid w:val="00450B4C"/>
    <w:rsid w:val="0045337E"/>
    <w:rsid w:val="00453896"/>
    <w:rsid w:val="0045490F"/>
    <w:rsid w:val="00455AF8"/>
    <w:rsid w:val="004578E0"/>
    <w:rsid w:val="00465FA0"/>
    <w:rsid w:val="00466639"/>
    <w:rsid w:val="00480E03"/>
    <w:rsid w:val="004876AD"/>
    <w:rsid w:val="00493537"/>
    <w:rsid w:val="00494CBA"/>
    <w:rsid w:val="004972A2"/>
    <w:rsid w:val="004A3B29"/>
    <w:rsid w:val="004B67B0"/>
    <w:rsid w:val="004C0BC6"/>
    <w:rsid w:val="004C439D"/>
    <w:rsid w:val="004C6601"/>
    <w:rsid w:val="004D060A"/>
    <w:rsid w:val="004D73CC"/>
    <w:rsid w:val="004F36B8"/>
    <w:rsid w:val="004F60B7"/>
    <w:rsid w:val="00507983"/>
    <w:rsid w:val="005162B9"/>
    <w:rsid w:val="00522B3C"/>
    <w:rsid w:val="0052392B"/>
    <w:rsid w:val="005251EE"/>
    <w:rsid w:val="00525EB0"/>
    <w:rsid w:val="00530C1D"/>
    <w:rsid w:val="00542B94"/>
    <w:rsid w:val="00545060"/>
    <w:rsid w:val="00550EC9"/>
    <w:rsid w:val="0055462A"/>
    <w:rsid w:val="00555877"/>
    <w:rsid w:val="00560668"/>
    <w:rsid w:val="00561A47"/>
    <w:rsid w:val="00562E0D"/>
    <w:rsid w:val="005724E9"/>
    <w:rsid w:val="00572DFB"/>
    <w:rsid w:val="005739F9"/>
    <w:rsid w:val="00585EE3"/>
    <w:rsid w:val="005A4A87"/>
    <w:rsid w:val="005C17FD"/>
    <w:rsid w:val="005D5314"/>
    <w:rsid w:val="005E3292"/>
    <w:rsid w:val="005E4318"/>
    <w:rsid w:val="005E578B"/>
    <w:rsid w:val="005E5A84"/>
    <w:rsid w:val="00605EB0"/>
    <w:rsid w:val="006068D7"/>
    <w:rsid w:val="006074C4"/>
    <w:rsid w:val="0061212C"/>
    <w:rsid w:val="0061556E"/>
    <w:rsid w:val="00615FE1"/>
    <w:rsid w:val="0062214A"/>
    <w:rsid w:val="00633AA6"/>
    <w:rsid w:val="0064160D"/>
    <w:rsid w:val="00643B44"/>
    <w:rsid w:val="00646AB5"/>
    <w:rsid w:val="006546E8"/>
    <w:rsid w:val="006613F3"/>
    <w:rsid w:val="0068026E"/>
    <w:rsid w:val="00680D72"/>
    <w:rsid w:val="00697117"/>
    <w:rsid w:val="006A259A"/>
    <w:rsid w:val="006A5796"/>
    <w:rsid w:val="006B06FD"/>
    <w:rsid w:val="006B3482"/>
    <w:rsid w:val="006B48E5"/>
    <w:rsid w:val="006B4B1D"/>
    <w:rsid w:val="006E0B8C"/>
    <w:rsid w:val="006E0FCC"/>
    <w:rsid w:val="007011BE"/>
    <w:rsid w:val="007176F0"/>
    <w:rsid w:val="00723873"/>
    <w:rsid w:val="00736C51"/>
    <w:rsid w:val="007434CD"/>
    <w:rsid w:val="00750411"/>
    <w:rsid w:val="00760A2D"/>
    <w:rsid w:val="00761DB0"/>
    <w:rsid w:val="0077257E"/>
    <w:rsid w:val="00782B84"/>
    <w:rsid w:val="00787EC7"/>
    <w:rsid w:val="007A7657"/>
    <w:rsid w:val="007B6689"/>
    <w:rsid w:val="007C2B7D"/>
    <w:rsid w:val="007D03A8"/>
    <w:rsid w:val="007E54CA"/>
    <w:rsid w:val="007E68FB"/>
    <w:rsid w:val="007F13E6"/>
    <w:rsid w:val="00800EB1"/>
    <w:rsid w:val="00802596"/>
    <w:rsid w:val="0081523A"/>
    <w:rsid w:val="00837511"/>
    <w:rsid w:val="0084154E"/>
    <w:rsid w:val="00841EF7"/>
    <w:rsid w:val="00843AE3"/>
    <w:rsid w:val="00846034"/>
    <w:rsid w:val="00866C0E"/>
    <w:rsid w:val="00867487"/>
    <w:rsid w:val="00874A87"/>
    <w:rsid w:val="00883F2B"/>
    <w:rsid w:val="00890F12"/>
    <w:rsid w:val="008910F6"/>
    <w:rsid w:val="00893131"/>
    <w:rsid w:val="008A3596"/>
    <w:rsid w:val="008A4319"/>
    <w:rsid w:val="008B0D60"/>
    <w:rsid w:val="008B3207"/>
    <w:rsid w:val="008C211A"/>
    <w:rsid w:val="008C7608"/>
    <w:rsid w:val="008E03C2"/>
    <w:rsid w:val="008F38BC"/>
    <w:rsid w:val="008F3B4E"/>
    <w:rsid w:val="008F7556"/>
    <w:rsid w:val="00901811"/>
    <w:rsid w:val="00903641"/>
    <w:rsid w:val="00914AF4"/>
    <w:rsid w:val="009170D2"/>
    <w:rsid w:val="00924040"/>
    <w:rsid w:val="009240F2"/>
    <w:rsid w:val="00927CAC"/>
    <w:rsid w:val="0093501E"/>
    <w:rsid w:val="0094198F"/>
    <w:rsid w:val="009423AE"/>
    <w:rsid w:val="009425DD"/>
    <w:rsid w:val="009471F6"/>
    <w:rsid w:val="0095231C"/>
    <w:rsid w:val="00982CEA"/>
    <w:rsid w:val="00982F92"/>
    <w:rsid w:val="00983B63"/>
    <w:rsid w:val="009A6856"/>
    <w:rsid w:val="009B223A"/>
    <w:rsid w:val="009C1359"/>
    <w:rsid w:val="009C3659"/>
    <w:rsid w:val="009D565A"/>
    <w:rsid w:val="009F3E9B"/>
    <w:rsid w:val="009F3E9E"/>
    <w:rsid w:val="00A14C49"/>
    <w:rsid w:val="00A17555"/>
    <w:rsid w:val="00A26B4D"/>
    <w:rsid w:val="00A35BE0"/>
    <w:rsid w:val="00A54A64"/>
    <w:rsid w:val="00A55B21"/>
    <w:rsid w:val="00A566B3"/>
    <w:rsid w:val="00A56EBC"/>
    <w:rsid w:val="00A615A4"/>
    <w:rsid w:val="00A637D1"/>
    <w:rsid w:val="00A65C00"/>
    <w:rsid w:val="00A65F43"/>
    <w:rsid w:val="00A67A68"/>
    <w:rsid w:val="00A82B14"/>
    <w:rsid w:val="00A90E3D"/>
    <w:rsid w:val="00AA116E"/>
    <w:rsid w:val="00AA175D"/>
    <w:rsid w:val="00AA7BF4"/>
    <w:rsid w:val="00AB0E14"/>
    <w:rsid w:val="00AB2206"/>
    <w:rsid w:val="00AB249A"/>
    <w:rsid w:val="00AB4CFC"/>
    <w:rsid w:val="00AB6048"/>
    <w:rsid w:val="00AC1FB5"/>
    <w:rsid w:val="00AE16CA"/>
    <w:rsid w:val="00AE4AD9"/>
    <w:rsid w:val="00AE6C51"/>
    <w:rsid w:val="00AF30CC"/>
    <w:rsid w:val="00B04861"/>
    <w:rsid w:val="00B20D12"/>
    <w:rsid w:val="00B31596"/>
    <w:rsid w:val="00B35FFD"/>
    <w:rsid w:val="00B3728C"/>
    <w:rsid w:val="00B6449D"/>
    <w:rsid w:val="00B64A0E"/>
    <w:rsid w:val="00B66A25"/>
    <w:rsid w:val="00B66AA1"/>
    <w:rsid w:val="00B73BA3"/>
    <w:rsid w:val="00B87A8C"/>
    <w:rsid w:val="00BA5959"/>
    <w:rsid w:val="00BB4048"/>
    <w:rsid w:val="00BB40D1"/>
    <w:rsid w:val="00BD750F"/>
    <w:rsid w:val="00BE1E70"/>
    <w:rsid w:val="00BE2273"/>
    <w:rsid w:val="00BF38EB"/>
    <w:rsid w:val="00C04E9A"/>
    <w:rsid w:val="00C07EDA"/>
    <w:rsid w:val="00C1135A"/>
    <w:rsid w:val="00C17FAD"/>
    <w:rsid w:val="00C27CA5"/>
    <w:rsid w:val="00C36118"/>
    <w:rsid w:val="00C44D09"/>
    <w:rsid w:val="00C51D95"/>
    <w:rsid w:val="00CA0B8E"/>
    <w:rsid w:val="00CA56A9"/>
    <w:rsid w:val="00CB47E1"/>
    <w:rsid w:val="00CB5C9F"/>
    <w:rsid w:val="00CB6F4F"/>
    <w:rsid w:val="00CC1564"/>
    <w:rsid w:val="00CD0BB2"/>
    <w:rsid w:val="00CD40B8"/>
    <w:rsid w:val="00CE47C6"/>
    <w:rsid w:val="00CF4FB3"/>
    <w:rsid w:val="00D207DC"/>
    <w:rsid w:val="00D24594"/>
    <w:rsid w:val="00D4018A"/>
    <w:rsid w:val="00D50340"/>
    <w:rsid w:val="00D51714"/>
    <w:rsid w:val="00D543A2"/>
    <w:rsid w:val="00D61AA4"/>
    <w:rsid w:val="00D63550"/>
    <w:rsid w:val="00D65A8D"/>
    <w:rsid w:val="00D6729B"/>
    <w:rsid w:val="00D75364"/>
    <w:rsid w:val="00D7706E"/>
    <w:rsid w:val="00D81246"/>
    <w:rsid w:val="00D95CEF"/>
    <w:rsid w:val="00DA5060"/>
    <w:rsid w:val="00DA6AB0"/>
    <w:rsid w:val="00DB47B1"/>
    <w:rsid w:val="00DB4E50"/>
    <w:rsid w:val="00DC34A4"/>
    <w:rsid w:val="00DC3958"/>
    <w:rsid w:val="00DD267B"/>
    <w:rsid w:val="00DD401D"/>
    <w:rsid w:val="00DD52A8"/>
    <w:rsid w:val="00DD5E14"/>
    <w:rsid w:val="00DD6D01"/>
    <w:rsid w:val="00DF415B"/>
    <w:rsid w:val="00DF69A6"/>
    <w:rsid w:val="00E000E8"/>
    <w:rsid w:val="00E0680A"/>
    <w:rsid w:val="00E207F1"/>
    <w:rsid w:val="00E20F8A"/>
    <w:rsid w:val="00E2273A"/>
    <w:rsid w:val="00E2277D"/>
    <w:rsid w:val="00E22D16"/>
    <w:rsid w:val="00E27CE2"/>
    <w:rsid w:val="00E33A6B"/>
    <w:rsid w:val="00E341C8"/>
    <w:rsid w:val="00E4789F"/>
    <w:rsid w:val="00E5330A"/>
    <w:rsid w:val="00E6096E"/>
    <w:rsid w:val="00E62FBC"/>
    <w:rsid w:val="00E6465A"/>
    <w:rsid w:val="00E70A24"/>
    <w:rsid w:val="00E7432B"/>
    <w:rsid w:val="00E84E13"/>
    <w:rsid w:val="00EA11F7"/>
    <w:rsid w:val="00EA1C28"/>
    <w:rsid w:val="00EB1F11"/>
    <w:rsid w:val="00EC2A1E"/>
    <w:rsid w:val="00EC5C3C"/>
    <w:rsid w:val="00ED36DE"/>
    <w:rsid w:val="00ED6D08"/>
    <w:rsid w:val="00EE785E"/>
    <w:rsid w:val="00EF25BF"/>
    <w:rsid w:val="00F04FFB"/>
    <w:rsid w:val="00F112CD"/>
    <w:rsid w:val="00F17F27"/>
    <w:rsid w:val="00F206F3"/>
    <w:rsid w:val="00F2133A"/>
    <w:rsid w:val="00F25E36"/>
    <w:rsid w:val="00F26448"/>
    <w:rsid w:val="00F27AD1"/>
    <w:rsid w:val="00F40D49"/>
    <w:rsid w:val="00F510A0"/>
    <w:rsid w:val="00F616DC"/>
    <w:rsid w:val="00F67E22"/>
    <w:rsid w:val="00F7341F"/>
    <w:rsid w:val="00F739B8"/>
    <w:rsid w:val="00F7554A"/>
    <w:rsid w:val="00F8346F"/>
    <w:rsid w:val="00F83C75"/>
    <w:rsid w:val="00F93CA5"/>
    <w:rsid w:val="00FB2C49"/>
    <w:rsid w:val="00FD3544"/>
    <w:rsid w:val="00FD6E3B"/>
    <w:rsid w:val="00FE2214"/>
    <w:rsid w:val="00FE5938"/>
    <w:rsid w:val="00FF5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A615A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4319"/>
    <w:pPr>
      <w:keepNext/>
      <w:spacing w:before="120" w:after="120"/>
      <w:jc w:val="center"/>
      <w:outlineLvl w:val="0"/>
    </w:pPr>
    <w:rPr>
      <w:rFonts w:ascii="Times New Roman CYR" w:hAnsi="Times New Roman CYR"/>
      <w:b/>
      <w:bCs/>
      <w:color w:val="000000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474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474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D2D6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E474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E4740"/>
    <w:rPr>
      <w:rFonts w:ascii="Cambria" w:hAnsi="Cambria" w:cs="Times New Roman"/>
      <w:b/>
      <w:bCs/>
      <w:color w:val="4F81BD"/>
      <w:sz w:val="24"/>
      <w:szCs w:val="24"/>
    </w:rPr>
  </w:style>
  <w:style w:type="table" w:styleId="TableGrid">
    <w:name w:val="Table Grid"/>
    <w:basedOn w:val="TableNormal"/>
    <w:uiPriority w:val="99"/>
    <w:rsid w:val="00B048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A431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A431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A431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A4319"/>
    <w:rPr>
      <w:rFonts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633AA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3AA6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6074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74C4"/>
    <w:rPr>
      <w:rFonts w:ascii="Tahoma" w:hAnsi="Tahoma" w:cs="Tahoma"/>
      <w:sz w:val="16"/>
      <w:szCs w:val="16"/>
    </w:rPr>
  </w:style>
  <w:style w:type="paragraph" w:customStyle="1" w:styleId="2">
    <w:name w:val="2. ТЕКСТ ЗАПИСКИ"/>
    <w:basedOn w:val="Normal"/>
    <w:link w:val="20"/>
    <w:uiPriority w:val="99"/>
    <w:rsid w:val="008A4319"/>
    <w:pPr>
      <w:spacing w:line="360" w:lineRule="auto"/>
      <w:ind w:left="142" w:right="254" w:firstLine="426"/>
      <w:jc w:val="both"/>
    </w:pPr>
  </w:style>
  <w:style w:type="character" w:customStyle="1" w:styleId="20">
    <w:name w:val="2. ТЕКСТ ЗАПИСКИ Знак"/>
    <w:basedOn w:val="DefaultParagraphFont"/>
    <w:link w:val="2"/>
    <w:uiPriority w:val="99"/>
    <w:locked/>
    <w:rsid w:val="00BE2273"/>
    <w:rPr>
      <w:rFonts w:cs="Times New Roman"/>
      <w:sz w:val="24"/>
      <w:szCs w:val="24"/>
    </w:rPr>
  </w:style>
  <w:style w:type="paragraph" w:customStyle="1" w:styleId="1">
    <w:name w:val="1. ГЛАВЫ"/>
    <w:basedOn w:val="Heading1"/>
    <w:uiPriority w:val="99"/>
    <w:rsid w:val="00BE2273"/>
    <w:pPr>
      <w:spacing w:before="240" w:after="60" w:line="360" w:lineRule="auto"/>
    </w:pPr>
    <w:rPr>
      <w:rFonts w:ascii="Cambria" w:hAnsi="Cambria" w:cs="Arial"/>
      <w:color w:val="auto"/>
      <w:kern w:val="32"/>
      <w:szCs w:val="32"/>
      <w:lang w:val="ru-RU"/>
    </w:rPr>
  </w:style>
  <w:style w:type="paragraph" w:customStyle="1" w:styleId="5">
    <w:name w:val="5. ПЕРЕЧИСЛЕНИЕ"/>
    <w:basedOn w:val="Normal"/>
    <w:link w:val="50"/>
    <w:uiPriority w:val="99"/>
    <w:rsid w:val="00802596"/>
    <w:pPr>
      <w:numPr>
        <w:numId w:val="11"/>
      </w:numPr>
      <w:spacing w:line="360" w:lineRule="auto"/>
      <w:ind w:left="851" w:hanging="284"/>
      <w:jc w:val="both"/>
    </w:pPr>
  </w:style>
  <w:style w:type="character" w:customStyle="1" w:styleId="50">
    <w:name w:val="5. ПЕРЕЧИСЛЕНИЕ Знак"/>
    <w:basedOn w:val="DefaultParagraphFont"/>
    <w:link w:val="5"/>
    <w:uiPriority w:val="99"/>
    <w:locked/>
    <w:rsid w:val="00802596"/>
    <w:rPr>
      <w:rFonts w:cs="Times New Roman"/>
      <w:sz w:val="24"/>
      <w:szCs w:val="24"/>
    </w:rPr>
  </w:style>
  <w:style w:type="paragraph" w:customStyle="1" w:styleId="4">
    <w:name w:val="4. НАЗВАНИЕ ИГЭ"/>
    <w:basedOn w:val="Normal"/>
    <w:uiPriority w:val="99"/>
    <w:rsid w:val="00090C08"/>
    <w:pPr>
      <w:numPr>
        <w:numId w:val="12"/>
      </w:numPr>
      <w:spacing w:line="360" w:lineRule="auto"/>
      <w:jc w:val="both"/>
      <w:outlineLvl w:val="1"/>
    </w:pPr>
    <w:rPr>
      <w:b/>
      <w:u w:val="single"/>
    </w:rPr>
  </w:style>
  <w:style w:type="paragraph" w:customStyle="1" w:styleId="3">
    <w:name w:val="3. ИГЭ и ТЕКСТ В ВЫВОДАХ"/>
    <w:basedOn w:val="Normal"/>
    <w:uiPriority w:val="99"/>
    <w:rsid w:val="00802596"/>
    <w:pPr>
      <w:spacing w:line="360" w:lineRule="auto"/>
      <w:ind w:left="357"/>
      <w:jc w:val="both"/>
    </w:pPr>
  </w:style>
  <w:style w:type="paragraph" w:customStyle="1" w:styleId="6">
    <w:name w:val="6. Подпункт в главах"/>
    <w:basedOn w:val="2"/>
    <w:link w:val="60"/>
    <w:uiPriority w:val="99"/>
    <w:rsid w:val="003E7D25"/>
    <w:pPr>
      <w:ind w:right="255" w:firstLine="425"/>
      <w:jc w:val="center"/>
      <w:outlineLvl w:val="1"/>
    </w:pPr>
    <w:rPr>
      <w:rFonts w:ascii="Calibri" w:hAnsi="Calibri"/>
      <w:b/>
      <w:sz w:val="26"/>
      <w:szCs w:val="26"/>
    </w:rPr>
  </w:style>
  <w:style w:type="character" w:customStyle="1" w:styleId="60">
    <w:name w:val="6. Подпункт в главах Знак"/>
    <w:basedOn w:val="20"/>
    <w:link w:val="6"/>
    <w:uiPriority w:val="99"/>
    <w:locked/>
    <w:rsid w:val="003E7D25"/>
    <w:rPr>
      <w:rFonts w:ascii="Calibri" w:hAnsi="Calibri"/>
      <w:b/>
      <w:sz w:val="26"/>
      <w:szCs w:val="26"/>
    </w:rPr>
  </w:style>
  <w:style w:type="paragraph" w:styleId="TOCHeading">
    <w:name w:val="TOC Heading"/>
    <w:basedOn w:val="Heading1"/>
    <w:next w:val="Normal"/>
    <w:uiPriority w:val="99"/>
    <w:qFormat/>
    <w:rsid w:val="009D565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  <w:lang w:val="ru-RU" w:eastAsia="en-US"/>
    </w:rPr>
  </w:style>
  <w:style w:type="paragraph" w:customStyle="1" w:styleId="7">
    <w:name w:val="7. ВЫВОДЫ"/>
    <w:basedOn w:val="Normal"/>
    <w:uiPriority w:val="99"/>
    <w:rsid w:val="00407FE8"/>
    <w:pPr>
      <w:numPr>
        <w:numId w:val="16"/>
      </w:numPr>
      <w:spacing w:line="360" w:lineRule="auto"/>
      <w:jc w:val="both"/>
    </w:pPr>
  </w:style>
  <w:style w:type="paragraph" w:customStyle="1" w:styleId="0">
    <w:name w:val="0. Оглавление"/>
    <w:basedOn w:val="Normal"/>
    <w:uiPriority w:val="99"/>
    <w:rsid w:val="00F25E36"/>
    <w:pPr>
      <w:tabs>
        <w:tab w:val="right" w:leader="dot" w:pos="9639"/>
      </w:tabs>
      <w:spacing w:line="360" w:lineRule="auto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93537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93537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2D2D6F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93537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9240F2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A26B4D"/>
    <w:pPr>
      <w:widowControl w:val="0"/>
      <w:tabs>
        <w:tab w:val="center" w:pos="4855"/>
      </w:tabs>
      <w:autoSpaceDE w:val="0"/>
      <w:autoSpaceDN w:val="0"/>
      <w:adjustRightInd w:val="0"/>
      <w:spacing w:before="264"/>
      <w:jc w:val="center"/>
    </w:pPr>
    <w:rPr>
      <w:i/>
      <w:iCs/>
      <w:color w:val="000000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39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emf"/><Relationship Id="rId18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ngGeo\Reports\&#1057;&#1090;&#1072;&#1090;&#1080;&#1089;&#1090;&#1080;&#1082;&#1072;%20&#1087;&#1086;%20&#1092;&#1080;&#1079;-&#1084;&#1077;&#1093;%20(&#1089;%20&#1088;&#1072;&#1084;&#1082;&#1086;&#1081;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Статистика по физ-мех (с рамкой)</Template>
  <TotalTime>12</TotalTime>
  <Pages>10</Pages>
  <Words>1007</Words>
  <Characters>5746</Characters>
  <Application>Microsoft Office Outlook</Application>
  <DocSecurity>0</DocSecurity>
  <Lines>0</Lines>
  <Paragraphs>0</Paragraphs>
  <ScaleCrop>false</ScaleCrop>
  <Company>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Статистика по физ-мех</dc:title>
  <dc:subject/>
  <dc:creator>Darya</dc:creator>
  <cp:keywords/>
  <dc:description/>
  <cp:lastModifiedBy>Евгений</cp:lastModifiedBy>
  <cp:revision>5</cp:revision>
  <cp:lastPrinted>2012-04-26T01:17:00Z</cp:lastPrinted>
  <dcterms:created xsi:type="dcterms:W3CDTF">2013-10-22T07:20:00Z</dcterms:created>
  <dcterms:modified xsi:type="dcterms:W3CDTF">2013-11-28T12:01:00Z</dcterms:modified>
</cp:coreProperties>
</file>